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5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0" w:author="Sponar Jan (MMB_BO)" w:date="2023-12-07T15:36:00Z">
          <w:tblPr>
            <w:tblStyle w:val="Mkatabulky"/>
            <w:tblW w:w="1548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956"/>
        <w:gridCol w:w="3856"/>
        <w:gridCol w:w="907"/>
        <w:gridCol w:w="1985"/>
        <w:gridCol w:w="936"/>
        <w:gridCol w:w="141"/>
        <w:gridCol w:w="908"/>
        <w:gridCol w:w="1872"/>
        <w:gridCol w:w="113"/>
        <w:gridCol w:w="28"/>
        <w:gridCol w:w="908"/>
        <w:gridCol w:w="1872"/>
        <w:gridCol w:w="141"/>
        <w:tblGridChange w:id="1">
          <w:tblGrid>
            <w:gridCol w:w="1956"/>
            <w:gridCol w:w="4140"/>
            <w:gridCol w:w="623"/>
            <w:gridCol w:w="1985"/>
            <w:gridCol w:w="313"/>
            <w:gridCol w:w="623"/>
            <w:gridCol w:w="1049"/>
            <w:gridCol w:w="1249"/>
            <w:gridCol w:w="623"/>
            <w:gridCol w:w="113"/>
            <w:gridCol w:w="936"/>
            <w:gridCol w:w="1249"/>
            <w:gridCol w:w="623"/>
          </w:tblGrid>
        </w:tblGridChange>
      </w:tblGrid>
      <w:tr w:rsidR="00566462" w14:paraId="2570EA16" w14:textId="77777777" w:rsidTr="00566462">
        <w:trPr>
          <w:trPrChange w:id="2" w:author="Sponar Jan (MMB_BO)" w:date="2023-12-07T15:36:00Z">
            <w:trPr>
              <w:gridAfter w:val="0"/>
              <w:wAfter w:w="623" w:type="dxa"/>
            </w:trPr>
          </w:trPrChange>
        </w:trPr>
        <w:tc>
          <w:tcPr>
            <w:tcW w:w="1956" w:type="dxa"/>
            <w:tcPrChange w:id="3" w:author="Sponar Jan (MMB_BO)" w:date="2023-12-07T15:36:00Z">
              <w:tcPr>
                <w:tcW w:w="1956" w:type="dxa"/>
              </w:tcPr>
            </w:tcPrChange>
          </w:tcPr>
          <w:p w14:paraId="768AC5E7" w14:textId="77777777" w:rsidR="00566462" w:rsidRDefault="00566462" w:rsidP="00566462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3856" w:type="dxa"/>
            <w:tcPrChange w:id="4" w:author="Sponar Jan (MMB_BO)" w:date="2023-12-07T15:36:00Z">
              <w:tcPr>
                <w:tcW w:w="4140" w:type="dxa"/>
              </w:tcPr>
            </w:tcPrChange>
          </w:tcPr>
          <w:p w14:paraId="44D733EA" w14:textId="77777777" w:rsidR="00566462" w:rsidRDefault="00566462" w:rsidP="00566462">
            <w:pPr>
              <w:pStyle w:val="Brnopopistext"/>
              <w:ind w:right="483"/>
              <w:pPrChange w:id="5" w:author="Sponar Jan (MMB_BO)" w:date="2023-12-07T15:35:00Z">
                <w:pPr>
                  <w:pStyle w:val="Brnopopistext"/>
                </w:pPr>
              </w:pPrChange>
            </w:pPr>
          </w:p>
        </w:tc>
        <w:tc>
          <w:tcPr>
            <w:tcW w:w="3969" w:type="dxa"/>
            <w:gridSpan w:val="4"/>
            <w:tcPrChange w:id="6" w:author="Sponar Jan (MMB_BO)" w:date="2023-12-07T15:36:00Z">
              <w:tcPr>
                <w:tcW w:w="2921" w:type="dxa"/>
                <w:gridSpan w:val="3"/>
              </w:tcPr>
            </w:tcPrChange>
          </w:tcPr>
          <w:p w14:paraId="67EC567F" w14:textId="77777777" w:rsidR="00566462" w:rsidRDefault="00566462" w:rsidP="00566462">
            <w:pPr>
              <w:pStyle w:val="Brnopopistext"/>
              <w:ind w:right="483"/>
              <w:rPr>
                <w:ins w:id="7" w:author="Sponar Jan (MMB_BO)" w:date="2023-12-07T15:34:00Z"/>
              </w:rPr>
              <w:pPrChange w:id="8" w:author="Sponar Jan (MMB_BO)" w:date="2023-12-07T15:35:00Z">
                <w:pPr>
                  <w:pStyle w:val="Brnopopistext"/>
                </w:pPr>
              </w:pPrChange>
            </w:pPr>
            <w:ins w:id="9" w:author="Sponar Jan (MMB_BO)" w:date="2023-12-07T15:34:00Z">
              <w:r>
                <w:t>Úřad městské části Brno-Tuřany</w:t>
              </w:r>
            </w:ins>
          </w:p>
          <w:p w14:paraId="70BF363A" w14:textId="77777777" w:rsidR="00566462" w:rsidRDefault="00566462" w:rsidP="00566462">
            <w:pPr>
              <w:pStyle w:val="Brnopopistext"/>
              <w:ind w:right="483"/>
              <w:rPr>
                <w:ins w:id="10" w:author="Sponar Jan (MMB_BO)" w:date="2023-12-07T15:34:00Z"/>
              </w:rPr>
              <w:pPrChange w:id="11" w:author="Sponar Jan (MMB_BO)" w:date="2023-12-07T15:35:00Z">
                <w:pPr>
                  <w:pStyle w:val="Brnopopistext"/>
                </w:pPr>
              </w:pPrChange>
            </w:pPr>
            <w:ins w:id="12" w:author="Sponar Jan (MMB_BO)" w:date="2023-12-07T15:34:00Z">
              <w:r w:rsidRPr="00566462">
                <w:t xml:space="preserve">Ing. Jolana </w:t>
              </w:r>
              <w:proofErr w:type="spellStart"/>
              <w:r w:rsidRPr="00566462">
                <w:t>Klajsnerová</w:t>
              </w:r>
              <w:proofErr w:type="spellEnd"/>
            </w:ins>
          </w:p>
          <w:p w14:paraId="72904514" w14:textId="178A6146" w:rsidR="00566462" w:rsidRDefault="00566462" w:rsidP="00566462">
            <w:pPr>
              <w:pStyle w:val="Brnopopistext"/>
              <w:ind w:right="483"/>
              <w:rPr>
                <w:ins w:id="13" w:author="Sponar Jan (MMB_BO)" w:date="2023-12-07T15:34:00Z"/>
              </w:rPr>
              <w:pPrChange w:id="14" w:author="Sponar Jan (MMB_BO)" w:date="2023-12-07T15:35:00Z">
                <w:pPr>
                  <w:pStyle w:val="Brnopopistext"/>
                </w:pPr>
              </w:pPrChange>
            </w:pPr>
            <w:ins w:id="15" w:author="Sponar Jan (MMB_BO)" w:date="2023-12-07T15:36:00Z">
              <w:r>
                <w:t>v</w:t>
              </w:r>
            </w:ins>
            <w:ins w:id="16" w:author="Sponar Jan (MMB_BO)" w:date="2023-12-07T15:34:00Z">
              <w:r>
                <w:t>edoucí Odboru stavebního a technick</w:t>
              </w:r>
            </w:ins>
            <w:ins w:id="17" w:author="Sponar Jan (MMB_BO)" w:date="2023-12-07T15:35:00Z">
              <w:r>
                <w:t>ého</w:t>
              </w:r>
            </w:ins>
          </w:p>
          <w:p w14:paraId="23B713C4" w14:textId="77777777" w:rsidR="00566462" w:rsidRDefault="00566462" w:rsidP="00566462">
            <w:pPr>
              <w:pStyle w:val="Brnopopistext"/>
              <w:ind w:right="483"/>
              <w:rPr>
                <w:ins w:id="18" w:author="Sponar Jan (MMB_BO)" w:date="2023-12-07T15:34:00Z"/>
              </w:rPr>
              <w:pPrChange w:id="19" w:author="Sponar Jan (MMB_BO)" w:date="2023-12-07T15:35:00Z">
                <w:pPr>
                  <w:pStyle w:val="Brnopopistext"/>
                </w:pPr>
              </w:pPrChange>
            </w:pPr>
            <w:ins w:id="20" w:author="Sponar Jan (MMB_BO)" w:date="2023-12-07T15:34:00Z">
              <w:r>
                <w:t>Tuřanské náměstí 1</w:t>
              </w:r>
            </w:ins>
          </w:p>
          <w:p w14:paraId="417E17A7" w14:textId="77777777" w:rsidR="00566462" w:rsidRDefault="00566462" w:rsidP="00566462">
            <w:pPr>
              <w:pStyle w:val="Brnopopistext"/>
              <w:ind w:right="483"/>
              <w:rPr>
                <w:ins w:id="21" w:author="Sponar Jan (MMB_BO)" w:date="2023-12-07T15:34:00Z"/>
              </w:rPr>
              <w:pPrChange w:id="22" w:author="Sponar Jan (MMB_BO)" w:date="2023-12-07T15:35:00Z">
                <w:pPr>
                  <w:pStyle w:val="Brnopopistext"/>
                </w:pPr>
              </w:pPrChange>
            </w:pPr>
            <w:ins w:id="23" w:author="Sponar Jan (MMB_BO)" w:date="2023-12-07T15:34:00Z">
              <w:r>
                <w:t>620 00 Brno</w:t>
              </w:r>
            </w:ins>
          </w:p>
          <w:p w14:paraId="5EDA1E98" w14:textId="77777777" w:rsidR="00566462" w:rsidRDefault="00566462" w:rsidP="00566462">
            <w:pPr>
              <w:pStyle w:val="Brnopopistext"/>
              <w:ind w:right="483"/>
              <w:pPrChange w:id="24" w:author="Sponar Jan (MMB_BO)" w:date="2023-12-07T15:35:00Z">
                <w:pPr>
                  <w:pStyle w:val="Brnopopistext"/>
                </w:pPr>
              </w:pPrChange>
            </w:pPr>
          </w:p>
        </w:tc>
        <w:tc>
          <w:tcPr>
            <w:tcW w:w="2921" w:type="dxa"/>
            <w:gridSpan w:val="4"/>
            <w:tcPrChange w:id="25" w:author="Sponar Jan (MMB_BO)" w:date="2023-12-07T15:36:00Z">
              <w:tcPr>
                <w:tcW w:w="2921" w:type="dxa"/>
                <w:gridSpan w:val="3"/>
              </w:tcPr>
            </w:tcPrChange>
          </w:tcPr>
          <w:p w14:paraId="70D48721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3"/>
            <w:tcPrChange w:id="26" w:author="Sponar Jan (MMB_BO)" w:date="2023-12-07T15:36:00Z">
              <w:tcPr>
                <w:tcW w:w="2921" w:type="dxa"/>
                <w:gridSpan w:val="4"/>
              </w:tcPr>
            </w:tcPrChange>
          </w:tcPr>
          <w:p w14:paraId="0EEF81BC" w14:textId="3473F065" w:rsidR="00566462" w:rsidRDefault="00566462" w:rsidP="00566462">
            <w:pPr>
              <w:pStyle w:val="Brnopopistext"/>
            </w:pPr>
            <w:r>
              <w:t>Úřad městské části Brno-Tuřany</w:t>
            </w:r>
          </w:p>
          <w:p w14:paraId="6FE02940" w14:textId="470E971D" w:rsidR="00566462" w:rsidRDefault="00566462" w:rsidP="00566462">
            <w:pPr>
              <w:pStyle w:val="Brnopopistext"/>
            </w:pPr>
            <w:r>
              <w:t>Odbor stavební a technický</w:t>
            </w:r>
          </w:p>
          <w:p w14:paraId="1E703066" w14:textId="5ACD1874" w:rsidR="00566462" w:rsidRDefault="00566462" w:rsidP="00566462">
            <w:pPr>
              <w:pStyle w:val="Brnopopistext"/>
            </w:pPr>
            <w:r>
              <w:t>Tuřanské náměstí 1</w:t>
            </w:r>
          </w:p>
          <w:p w14:paraId="1550C817" w14:textId="720C9577" w:rsidR="00566462" w:rsidRDefault="00566462" w:rsidP="00566462">
            <w:pPr>
              <w:pStyle w:val="Brnopopistext"/>
            </w:pPr>
            <w:r>
              <w:t>620 00 Brno</w:t>
            </w:r>
          </w:p>
          <w:p w14:paraId="6ED967D3" w14:textId="0AA94A7F" w:rsidR="00566462" w:rsidRPr="007C04D9" w:rsidRDefault="00566462" w:rsidP="00566462">
            <w:pPr>
              <w:pStyle w:val="Brnopopistext"/>
            </w:pPr>
          </w:p>
        </w:tc>
      </w:tr>
      <w:tr w:rsidR="00566462" w14:paraId="6661D2FB" w14:textId="77777777" w:rsidTr="00566462">
        <w:trPr>
          <w:gridAfter w:val="1"/>
          <w:wAfter w:w="141" w:type="dxa"/>
        </w:trPr>
        <w:tc>
          <w:tcPr>
            <w:tcW w:w="1956" w:type="dxa"/>
            <w:tcPrChange w:id="27" w:author="Sponar Jan (MMB_BO)" w:date="2023-12-07T15:35:00Z">
              <w:tcPr>
                <w:tcW w:w="1956" w:type="dxa"/>
              </w:tcPr>
            </w:tcPrChange>
          </w:tcPr>
          <w:p w14:paraId="77D11F23" w14:textId="77777777" w:rsidR="00566462" w:rsidRDefault="00566462" w:rsidP="00566462">
            <w:pPr>
              <w:pStyle w:val="Brnopopis"/>
            </w:pPr>
            <w:r w:rsidRPr="00416897">
              <w:t>ZE DNE:</w:t>
            </w:r>
          </w:p>
        </w:tc>
        <w:tc>
          <w:tcPr>
            <w:tcW w:w="4763" w:type="dxa"/>
            <w:gridSpan w:val="2"/>
            <w:tcPrChange w:id="28" w:author="Sponar Jan (MMB_BO)" w:date="2023-12-07T15:35:00Z">
              <w:tcPr>
                <w:tcW w:w="4763" w:type="dxa"/>
                <w:gridSpan w:val="2"/>
              </w:tcPr>
            </w:tcPrChange>
          </w:tcPr>
          <w:p w14:paraId="2CA4770E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2"/>
            <w:tcPrChange w:id="29" w:author="Sponar Jan (MMB_BO)" w:date="2023-12-07T15:35:00Z">
              <w:tcPr>
                <w:tcW w:w="2921" w:type="dxa"/>
                <w:gridSpan w:val="3"/>
              </w:tcPr>
            </w:tcPrChange>
          </w:tcPr>
          <w:p w14:paraId="51E0149E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3"/>
            <w:tcPrChange w:id="30" w:author="Sponar Jan (MMB_BO)" w:date="2023-12-07T15:35:00Z">
              <w:tcPr>
                <w:tcW w:w="2921" w:type="dxa"/>
                <w:gridSpan w:val="3"/>
              </w:tcPr>
            </w:tcPrChange>
          </w:tcPr>
          <w:p w14:paraId="1C83C6F8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4"/>
            <w:vMerge w:val="restart"/>
            <w:tcPrChange w:id="31" w:author="Sponar Jan (MMB_BO)" w:date="2023-12-07T15:35:00Z">
              <w:tcPr>
                <w:tcW w:w="2921" w:type="dxa"/>
                <w:gridSpan w:val="4"/>
                <w:vMerge w:val="restart"/>
              </w:tcPr>
            </w:tcPrChange>
          </w:tcPr>
          <w:p w14:paraId="3C7818F2" w14:textId="2450FBFE" w:rsidR="00566462" w:rsidRDefault="00566462" w:rsidP="00566462">
            <w:pPr>
              <w:pStyle w:val="Brnopopistext"/>
            </w:pPr>
          </w:p>
        </w:tc>
      </w:tr>
      <w:tr w:rsidR="00566462" w14:paraId="4E95579C" w14:textId="77777777" w:rsidTr="00566462">
        <w:trPr>
          <w:gridAfter w:val="1"/>
          <w:wAfter w:w="141" w:type="dxa"/>
        </w:trPr>
        <w:tc>
          <w:tcPr>
            <w:tcW w:w="1956" w:type="dxa"/>
            <w:tcPrChange w:id="32" w:author="Sponar Jan (MMB_BO)" w:date="2023-12-07T15:35:00Z">
              <w:tcPr>
                <w:tcW w:w="1956" w:type="dxa"/>
              </w:tcPr>
            </w:tcPrChange>
          </w:tcPr>
          <w:p w14:paraId="51E7C392" w14:textId="77777777" w:rsidR="00566462" w:rsidRPr="003F3B4E" w:rsidRDefault="00566462" w:rsidP="00566462">
            <w:pPr>
              <w:pStyle w:val="Brnopopis"/>
            </w:pPr>
            <w:r w:rsidRPr="00416897">
              <w:t>NAŠE Č. J.:</w:t>
            </w:r>
          </w:p>
        </w:tc>
        <w:tc>
          <w:tcPr>
            <w:tcW w:w="4763" w:type="dxa"/>
            <w:gridSpan w:val="2"/>
            <w:tcPrChange w:id="33" w:author="Sponar Jan (MMB_BO)" w:date="2023-12-07T15:35:00Z">
              <w:tcPr>
                <w:tcW w:w="4763" w:type="dxa"/>
                <w:gridSpan w:val="2"/>
              </w:tcPr>
            </w:tcPrChange>
          </w:tcPr>
          <w:p w14:paraId="43469074" w14:textId="0B2F5B35" w:rsidR="00566462" w:rsidRPr="003F3B4E" w:rsidRDefault="00566462" w:rsidP="00566462">
            <w:pPr>
              <w:pStyle w:val="Brnopopistext"/>
            </w:pPr>
            <w:r w:rsidRPr="00A9729A">
              <w:t>MMB/0564368/2023</w:t>
            </w:r>
          </w:p>
        </w:tc>
        <w:tc>
          <w:tcPr>
            <w:tcW w:w="2921" w:type="dxa"/>
            <w:gridSpan w:val="2"/>
            <w:tcPrChange w:id="34" w:author="Sponar Jan (MMB_BO)" w:date="2023-12-07T15:35:00Z">
              <w:tcPr>
                <w:tcW w:w="2921" w:type="dxa"/>
                <w:gridSpan w:val="3"/>
              </w:tcPr>
            </w:tcPrChange>
          </w:tcPr>
          <w:p w14:paraId="4C309500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3"/>
            <w:tcPrChange w:id="35" w:author="Sponar Jan (MMB_BO)" w:date="2023-12-07T15:35:00Z">
              <w:tcPr>
                <w:tcW w:w="2921" w:type="dxa"/>
                <w:gridSpan w:val="3"/>
              </w:tcPr>
            </w:tcPrChange>
          </w:tcPr>
          <w:p w14:paraId="7ED1003B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4"/>
            <w:vMerge/>
            <w:tcPrChange w:id="36" w:author="Sponar Jan (MMB_BO)" w:date="2023-12-07T15:35:00Z">
              <w:tcPr>
                <w:tcW w:w="2921" w:type="dxa"/>
                <w:gridSpan w:val="4"/>
                <w:vMerge/>
              </w:tcPr>
            </w:tcPrChange>
          </w:tcPr>
          <w:p w14:paraId="052098DF" w14:textId="0674DC35" w:rsidR="00566462" w:rsidRDefault="00566462" w:rsidP="00566462">
            <w:pPr>
              <w:pStyle w:val="Brnopopistext"/>
            </w:pPr>
          </w:p>
        </w:tc>
      </w:tr>
      <w:tr w:rsidR="00566462" w14:paraId="0798D44A" w14:textId="77777777" w:rsidTr="00566462">
        <w:trPr>
          <w:gridAfter w:val="1"/>
          <w:wAfter w:w="141" w:type="dxa"/>
        </w:trPr>
        <w:tc>
          <w:tcPr>
            <w:tcW w:w="1956" w:type="dxa"/>
            <w:tcPrChange w:id="37" w:author="Sponar Jan (MMB_BO)" w:date="2023-12-07T15:35:00Z">
              <w:tcPr>
                <w:tcW w:w="1956" w:type="dxa"/>
              </w:tcPr>
            </w:tcPrChange>
          </w:tcPr>
          <w:p w14:paraId="524EE924" w14:textId="77777777" w:rsidR="00566462" w:rsidRPr="003F3B4E" w:rsidRDefault="00566462" w:rsidP="00566462">
            <w:pPr>
              <w:pStyle w:val="Brnopopis"/>
            </w:pPr>
            <w:r w:rsidRPr="00416897">
              <w:t>SPIS. ZN.:</w:t>
            </w:r>
          </w:p>
        </w:tc>
        <w:tc>
          <w:tcPr>
            <w:tcW w:w="4763" w:type="dxa"/>
            <w:gridSpan w:val="2"/>
            <w:tcPrChange w:id="38" w:author="Sponar Jan (MMB_BO)" w:date="2023-12-07T15:35:00Z">
              <w:tcPr>
                <w:tcW w:w="4763" w:type="dxa"/>
                <w:gridSpan w:val="2"/>
              </w:tcPr>
            </w:tcPrChange>
          </w:tcPr>
          <w:p w14:paraId="3852F261" w14:textId="77777777" w:rsidR="00566462" w:rsidRPr="003F3B4E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2"/>
            <w:tcPrChange w:id="39" w:author="Sponar Jan (MMB_BO)" w:date="2023-12-07T15:35:00Z">
              <w:tcPr>
                <w:tcW w:w="2921" w:type="dxa"/>
                <w:gridSpan w:val="3"/>
              </w:tcPr>
            </w:tcPrChange>
          </w:tcPr>
          <w:p w14:paraId="0E5102F7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3"/>
            <w:tcPrChange w:id="40" w:author="Sponar Jan (MMB_BO)" w:date="2023-12-07T15:35:00Z">
              <w:tcPr>
                <w:tcW w:w="2921" w:type="dxa"/>
                <w:gridSpan w:val="3"/>
              </w:tcPr>
            </w:tcPrChange>
          </w:tcPr>
          <w:p w14:paraId="54EB6824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4"/>
            <w:vMerge/>
            <w:tcPrChange w:id="41" w:author="Sponar Jan (MMB_BO)" w:date="2023-12-07T15:35:00Z">
              <w:tcPr>
                <w:tcW w:w="2921" w:type="dxa"/>
                <w:gridSpan w:val="4"/>
                <w:vMerge/>
              </w:tcPr>
            </w:tcPrChange>
          </w:tcPr>
          <w:p w14:paraId="61294715" w14:textId="3302D278" w:rsidR="00566462" w:rsidRDefault="00566462" w:rsidP="00566462">
            <w:pPr>
              <w:pStyle w:val="Brnopopistext"/>
            </w:pPr>
          </w:p>
        </w:tc>
      </w:tr>
      <w:tr w:rsidR="00566462" w14:paraId="7CD61814" w14:textId="77777777" w:rsidTr="00566462">
        <w:trPr>
          <w:gridAfter w:val="1"/>
          <w:wAfter w:w="141" w:type="dxa"/>
        </w:trPr>
        <w:tc>
          <w:tcPr>
            <w:tcW w:w="1956" w:type="dxa"/>
            <w:tcPrChange w:id="42" w:author="Sponar Jan (MMB_BO)" w:date="2023-12-07T15:35:00Z">
              <w:tcPr>
                <w:tcW w:w="1956" w:type="dxa"/>
              </w:tcPr>
            </w:tcPrChange>
          </w:tcPr>
          <w:p w14:paraId="0D14BE54" w14:textId="77777777" w:rsidR="00566462" w:rsidRPr="003F3B4E" w:rsidRDefault="00566462" w:rsidP="00566462">
            <w:pPr>
              <w:pStyle w:val="Brnopopis"/>
            </w:pPr>
          </w:p>
        </w:tc>
        <w:tc>
          <w:tcPr>
            <w:tcW w:w="4763" w:type="dxa"/>
            <w:gridSpan w:val="2"/>
            <w:tcPrChange w:id="43" w:author="Sponar Jan (MMB_BO)" w:date="2023-12-07T15:35:00Z">
              <w:tcPr>
                <w:tcW w:w="4763" w:type="dxa"/>
                <w:gridSpan w:val="2"/>
              </w:tcPr>
            </w:tcPrChange>
          </w:tcPr>
          <w:p w14:paraId="6FD64CC4" w14:textId="77777777" w:rsidR="00566462" w:rsidRPr="003F3B4E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2"/>
            <w:tcPrChange w:id="44" w:author="Sponar Jan (MMB_BO)" w:date="2023-12-07T15:35:00Z">
              <w:tcPr>
                <w:tcW w:w="2921" w:type="dxa"/>
                <w:gridSpan w:val="3"/>
              </w:tcPr>
            </w:tcPrChange>
          </w:tcPr>
          <w:p w14:paraId="358783B8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3"/>
            <w:tcPrChange w:id="45" w:author="Sponar Jan (MMB_BO)" w:date="2023-12-07T15:35:00Z">
              <w:tcPr>
                <w:tcW w:w="2921" w:type="dxa"/>
                <w:gridSpan w:val="3"/>
              </w:tcPr>
            </w:tcPrChange>
          </w:tcPr>
          <w:p w14:paraId="2AD4F11A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4"/>
            <w:vMerge/>
            <w:tcPrChange w:id="46" w:author="Sponar Jan (MMB_BO)" w:date="2023-12-07T15:35:00Z">
              <w:tcPr>
                <w:tcW w:w="2921" w:type="dxa"/>
                <w:gridSpan w:val="4"/>
                <w:vMerge/>
              </w:tcPr>
            </w:tcPrChange>
          </w:tcPr>
          <w:p w14:paraId="0B4BFA83" w14:textId="6606FF92" w:rsidR="00566462" w:rsidRDefault="00566462" w:rsidP="00566462">
            <w:pPr>
              <w:pStyle w:val="Brnopopistext"/>
            </w:pPr>
          </w:p>
        </w:tc>
      </w:tr>
      <w:tr w:rsidR="00566462" w14:paraId="66669C8F" w14:textId="77777777" w:rsidTr="00566462">
        <w:trPr>
          <w:gridAfter w:val="1"/>
          <w:wAfter w:w="141" w:type="dxa"/>
        </w:trPr>
        <w:tc>
          <w:tcPr>
            <w:tcW w:w="1956" w:type="dxa"/>
            <w:tcPrChange w:id="47" w:author="Sponar Jan (MMB_BO)" w:date="2023-12-07T15:35:00Z">
              <w:tcPr>
                <w:tcW w:w="1956" w:type="dxa"/>
              </w:tcPr>
            </w:tcPrChange>
          </w:tcPr>
          <w:p w14:paraId="3C66A2B7" w14:textId="77777777" w:rsidR="00566462" w:rsidRPr="003F3B4E" w:rsidRDefault="00566462" w:rsidP="00566462">
            <w:pPr>
              <w:pStyle w:val="Brnopopis"/>
            </w:pPr>
            <w:r w:rsidRPr="00416897">
              <w:t>VYŘIZUJE:</w:t>
            </w:r>
          </w:p>
        </w:tc>
        <w:tc>
          <w:tcPr>
            <w:tcW w:w="4763" w:type="dxa"/>
            <w:gridSpan w:val="2"/>
            <w:tcPrChange w:id="48" w:author="Sponar Jan (MMB_BO)" w:date="2023-12-07T15:35:00Z">
              <w:tcPr>
                <w:tcW w:w="4763" w:type="dxa"/>
                <w:gridSpan w:val="2"/>
              </w:tcPr>
            </w:tcPrChange>
          </w:tcPr>
          <w:p w14:paraId="487D0C3D" w14:textId="2A31EDE5" w:rsidR="00566462" w:rsidRPr="003F3B4E" w:rsidRDefault="00566462" w:rsidP="00566462">
            <w:pPr>
              <w:pStyle w:val="Brnopopistext"/>
            </w:pPr>
            <w:r>
              <w:t>Ing. Ludmila Dopitová</w:t>
            </w:r>
          </w:p>
        </w:tc>
        <w:tc>
          <w:tcPr>
            <w:tcW w:w="2921" w:type="dxa"/>
            <w:gridSpan w:val="2"/>
            <w:tcPrChange w:id="49" w:author="Sponar Jan (MMB_BO)" w:date="2023-12-07T15:35:00Z">
              <w:tcPr>
                <w:tcW w:w="2921" w:type="dxa"/>
                <w:gridSpan w:val="3"/>
              </w:tcPr>
            </w:tcPrChange>
          </w:tcPr>
          <w:p w14:paraId="11270F65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3"/>
            <w:tcPrChange w:id="50" w:author="Sponar Jan (MMB_BO)" w:date="2023-12-07T15:35:00Z">
              <w:tcPr>
                <w:tcW w:w="2921" w:type="dxa"/>
                <w:gridSpan w:val="3"/>
              </w:tcPr>
            </w:tcPrChange>
          </w:tcPr>
          <w:p w14:paraId="228653BC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4"/>
            <w:vMerge/>
            <w:tcPrChange w:id="51" w:author="Sponar Jan (MMB_BO)" w:date="2023-12-07T15:35:00Z">
              <w:tcPr>
                <w:tcW w:w="2921" w:type="dxa"/>
                <w:gridSpan w:val="4"/>
                <w:vMerge/>
              </w:tcPr>
            </w:tcPrChange>
          </w:tcPr>
          <w:p w14:paraId="004B5E20" w14:textId="46324252" w:rsidR="00566462" w:rsidRDefault="00566462" w:rsidP="00566462">
            <w:pPr>
              <w:pStyle w:val="Brnopopistext"/>
            </w:pPr>
          </w:p>
        </w:tc>
      </w:tr>
      <w:tr w:rsidR="00566462" w14:paraId="67FE11DD" w14:textId="77777777" w:rsidTr="00566462">
        <w:trPr>
          <w:gridAfter w:val="1"/>
          <w:wAfter w:w="141" w:type="dxa"/>
        </w:trPr>
        <w:tc>
          <w:tcPr>
            <w:tcW w:w="1956" w:type="dxa"/>
            <w:tcPrChange w:id="52" w:author="Sponar Jan (MMB_BO)" w:date="2023-12-07T15:35:00Z">
              <w:tcPr>
                <w:tcW w:w="1956" w:type="dxa"/>
              </w:tcPr>
            </w:tcPrChange>
          </w:tcPr>
          <w:p w14:paraId="0990F6DE" w14:textId="77777777" w:rsidR="00566462" w:rsidRPr="00416897" w:rsidRDefault="00566462" w:rsidP="00566462">
            <w:pPr>
              <w:pStyle w:val="Brnopopis"/>
            </w:pPr>
            <w:r w:rsidRPr="00416897">
              <w:t>TELEFON:</w:t>
            </w:r>
          </w:p>
        </w:tc>
        <w:tc>
          <w:tcPr>
            <w:tcW w:w="4763" w:type="dxa"/>
            <w:gridSpan w:val="2"/>
            <w:tcPrChange w:id="53" w:author="Sponar Jan (MMB_BO)" w:date="2023-12-07T15:35:00Z">
              <w:tcPr>
                <w:tcW w:w="4763" w:type="dxa"/>
                <w:gridSpan w:val="2"/>
              </w:tcPr>
            </w:tcPrChange>
          </w:tcPr>
          <w:p w14:paraId="195B4724" w14:textId="1EAA860B" w:rsidR="00566462" w:rsidRPr="003F3B4E" w:rsidRDefault="00566462" w:rsidP="00566462">
            <w:pPr>
              <w:pStyle w:val="Brnopopistext"/>
            </w:pPr>
            <w:r>
              <w:t>542173250</w:t>
            </w:r>
          </w:p>
        </w:tc>
        <w:tc>
          <w:tcPr>
            <w:tcW w:w="2921" w:type="dxa"/>
            <w:gridSpan w:val="2"/>
            <w:tcPrChange w:id="54" w:author="Sponar Jan (MMB_BO)" w:date="2023-12-07T15:35:00Z">
              <w:tcPr>
                <w:tcW w:w="2921" w:type="dxa"/>
                <w:gridSpan w:val="3"/>
              </w:tcPr>
            </w:tcPrChange>
          </w:tcPr>
          <w:p w14:paraId="40261138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3"/>
            <w:tcPrChange w:id="55" w:author="Sponar Jan (MMB_BO)" w:date="2023-12-07T15:35:00Z">
              <w:tcPr>
                <w:tcW w:w="2921" w:type="dxa"/>
                <w:gridSpan w:val="3"/>
              </w:tcPr>
            </w:tcPrChange>
          </w:tcPr>
          <w:p w14:paraId="0F6F6E09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4"/>
            <w:vMerge/>
            <w:tcPrChange w:id="56" w:author="Sponar Jan (MMB_BO)" w:date="2023-12-07T15:35:00Z">
              <w:tcPr>
                <w:tcW w:w="2921" w:type="dxa"/>
                <w:gridSpan w:val="4"/>
                <w:vMerge/>
              </w:tcPr>
            </w:tcPrChange>
          </w:tcPr>
          <w:p w14:paraId="5DC4F529" w14:textId="16471610" w:rsidR="00566462" w:rsidRDefault="00566462" w:rsidP="00566462">
            <w:pPr>
              <w:pStyle w:val="Brnopopistext"/>
            </w:pPr>
          </w:p>
        </w:tc>
      </w:tr>
      <w:tr w:rsidR="00566462" w14:paraId="7222527A" w14:textId="77777777" w:rsidTr="00566462">
        <w:trPr>
          <w:gridAfter w:val="1"/>
          <w:wAfter w:w="141" w:type="dxa"/>
        </w:trPr>
        <w:tc>
          <w:tcPr>
            <w:tcW w:w="1956" w:type="dxa"/>
            <w:tcPrChange w:id="57" w:author="Sponar Jan (MMB_BO)" w:date="2023-12-07T15:35:00Z">
              <w:tcPr>
                <w:tcW w:w="1956" w:type="dxa"/>
              </w:tcPr>
            </w:tcPrChange>
          </w:tcPr>
          <w:p w14:paraId="190041AD" w14:textId="77777777" w:rsidR="00566462" w:rsidRPr="00416897" w:rsidRDefault="00566462" w:rsidP="00566462">
            <w:pPr>
              <w:pStyle w:val="Brnopopis"/>
            </w:pPr>
            <w:r w:rsidRPr="00416897">
              <w:t>E-MAIL:</w:t>
            </w:r>
          </w:p>
        </w:tc>
        <w:tc>
          <w:tcPr>
            <w:tcW w:w="4763" w:type="dxa"/>
            <w:gridSpan w:val="2"/>
            <w:tcPrChange w:id="58" w:author="Sponar Jan (MMB_BO)" w:date="2023-12-07T15:35:00Z">
              <w:tcPr>
                <w:tcW w:w="4763" w:type="dxa"/>
                <w:gridSpan w:val="2"/>
              </w:tcPr>
            </w:tcPrChange>
          </w:tcPr>
          <w:p w14:paraId="39E43D06" w14:textId="39B8A719" w:rsidR="00566462" w:rsidRPr="003F3B4E" w:rsidRDefault="00566462" w:rsidP="00566462">
            <w:pPr>
              <w:pStyle w:val="Brnopopistext"/>
            </w:pPr>
            <w:r>
              <w:t>dopitova.ludmila@brno.cz</w:t>
            </w:r>
          </w:p>
        </w:tc>
        <w:tc>
          <w:tcPr>
            <w:tcW w:w="2921" w:type="dxa"/>
            <w:gridSpan w:val="2"/>
            <w:tcPrChange w:id="59" w:author="Sponar Jan (MMB_BO)" w:date="2023-12-07T15:35:00Z">
              <w:tcPr>
                <w:tcW w:w="2921" w:type="dxa"/>
                <w:gridSpan w:val="3"/>
              </w:tcPr>
            </w:tcPrChange>
          </w:tcPr>
          <w:p w14:paraId="77F61F9E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3"/>
            <w:tcPrChange w:id="60" w:author="Sponar Jan (MMB_BO)" w:date="2023-12-07T15:35:00Z">
              <w:tcPr>
                <w:tcW w:w="2921" w:type="dxa"/>
                <w:gridSpan w:val="3"/>
              </w:tcPr>
            </w:tcPrChange>
          </w:tcPr>
          <w:p w14:paraId="3827F339" w14:textId="77777777" w:rsidR="00566462" w:rsidRDefault="00566462" w:rsidP="00566462">
            <w:pPr>
              <w:pStyle w:val="Brnopopistext"/>
            </w:pPr>
          </w:p>
        </w:tc>
        <w:tc>
          <w:tcPr>
            <w:tcW w:w="2921" w:type="dxa"/>
            <w:gridSpan w:val="4"/>
            <w:vMerge/>
            <w:tcPrChange w:id="61" w:author="Sponar Jan (MMB_BO)" w:date="2023-12-07T15:35:00Z">
              <w:tcPr>
                <w:tcW w:w="2921" w:type="dxa"/>
                <w:gridSpan w:val="4"/>
                <w:vMerge/>
              </w:tcPr>
            </w:tcPrChange>
          </w:tcPr>
          <w:p w14:paraId="0405EB58" w14:textId="40DCF6D5" w:rsidR="00566462" w:rsidRDefault="00566462" w:rsidP="00566462">
            <w:pPr>
              <w:pStyle w:val="Brnopopistext"/>
            </w:pPr>
          </w:p>
        </w:tc>
      </w:tr>
      <w:tr w:rsidR="00566462" w14:paraId="50D71E85" w14:textId="77777777" w:rsidTr="00566462">
        <w:trPr>
          <w:gridAfter w:val="2"/>
          <w:wAfter w:w="2013" w:type="dxa"/>
          <w:trPrChange w:id="62" w:author="Sponar Jan (MMB_BO)" w:date="2023-12-07T15:35:00Z">
            <w:trPr>
              <w:gridAfter w:val="2"/>
              <w:wAfter w:w="1872" w:type="dxa"/>
            </w:trPr>
          </w:trPrChange>
        </w:trPr>
        <w:tc>
          <w:tcPr>
            <w:tcW w:w="1956" w:type="dxa"/>
            <w:tcPrChange w:id="63" w:author="Sponar Jan (MMB_BO)" w:date="2023-12-07T15:35:00Z">
              <w:tcPr>
                <w:tcW w:w="1956" w:type="dxa"/>
              </w:tcPr>
            </w:tcPrChange>
          </w:tcPr>
          <w:p w14:paraId="29C30569" w14:textId="77777777" w:rsidR="00566462" w:rsidRPr="00416897" w:rsidRDefault="00566462" w:rsidP="00566462">
            <w:pPr>
              <w:pStyle w:val="Brnopopis"/>
            </w:pPr>
          </w:p>
        </w:tc>
        <w:tc>
          <w:tcPr>
            <w:tcW w:w="4763" w:type="dxa"/>
            <w:gridSpan w:val="2"/>
            <w:tcPrChange w:id="64" w:author="Sponar Jan (MMB_BO)" w:date="2023-12-07T15:35:00Z">
              <w:tcPr>
                <w:tcW w:w="4763" w:type="dxa"/>
                <w:gridSpan w:val="2"/>
              </w:tcPr>
            </w:tcPrChange>
          </w:tcPr>
          <w:p w14:paraId="39B366FC" w14:textId="77777777" w:rsidR="00566462" w:rsidRPr="003F3B4E" w:rsidRDefault="00566462" w:rsidP="00566462">
            <w:pPr>
              <w:pStyle w:val="Brnopopistext"/>
            </w:pPr>
          </w:p>
        </w:tc>
        <w:tc>
          <w:tcPr>
            <w:tcW w:w="1985" w:type="dxa"/>
            <w:tcPrChange w:id="65" w:author="Sponar Jan (MMB_BO)" w:date="2023-12-07T15:35:00Z">
              <w:tcPr>
                <w:tcW w:w="1985" w:type="dxa"/>
              </w:tcPr>
            </w:tcPrChange>
          </w:tcPr>
          <w:p w14:paraId="025E61B5" w14:textId="77777777" w:rsidR="00566462" w:rsidRDefault="00566462" w:rsidP="00566462">
            <w:pPr>
              <w:pStyle w:val="Brnopopis"/>
            </w:pPr>
          </w:p>
        </w:tc>
        <w:tc>
          <w:tcPr>
            <w:tcW w:w="1985" w:type="dxa"/>
            <w:gridSpan w:val="3"/>
            <w:tcPrChange w:id="66" w:author="Sponar Jan (MMB_BO)" w:date="2023-12-07T15:35:00Z">
              <w:tcPr>
                <w:tcW w:w="1985" w:type="dxa"/>
                <w:gridSpan w:val="3"/>
              </w:tcPr>
            </w:tcPrChange>
          </w:tcPr>
          <w:p w14:paraId="79D709A2" w14:textId="77777777" w:rsidR="00566462" w:rsidRDefault="00566462" w:rsidP="00566462">
            <w:pPr>
              <w:pStyle w:val="Brnopopis"/>
            </w:pPr>
          </w:p>
        </w:tc>
        <w:tc>
          <w:tcPr>
            <w:tcW w:w="1985" w:type="dxa"/>
            <w:gridSpan w:val="2"/>
            <w:tcPrChange w:id="67" w:author="Sponar Jan (MMB_BO)" w:date="2023-12-07T15:35:00Z">
              <w:tcPr>
                <w:tcW w:w="1985" w:type="dxa"/>
                <w:gridSpan w:val="3"/>
              </w:tcPr>
            </w:tcPrChange>
          </w:tcPr>
          <w:p w14:paraId="3282A338" w14:textId="6FAAB13D" w:rsidR="00566462" w:rsidRDefault="00566462" w:rsidP="00566462">
            <w:pPr>
              <w:pStyle w:val="Brnopopis"/>
            </w:pPr>
          </w:p>
        </w:tc>
        <w:tc>
          <w:tcPr>
            <w:tcW w:w="936" w:type="dxa"/>
            <w:gridSpan w:val="2"/>
            <w:tcPrChange w:id="68" w:author="Sponar Jan (MMB_BO)" w:date="2023-12-07T15:35:00Z">
              <w:tcPr>
                <w:tcW w:w="936" w:type="dxa"/>
              </w:tcPr>
            </w:tcPrChange>
          </w:tcPr>
          <w:p w14:paraId="58BC74BB" w14:textId="77777777" w:rsidR="00566462" w:rsidRDefault="00566462" w:rsidP="00566462">
            <w:pPr>
              <w:pStyle w:val="Brnopopistext"/>
            </w:pPr>
          </w:p>
        </w:tc>
      </w:tr>
      <w:tr w:rsidR="00566462" w14:paraId="685F28E8" w14:textId="77777777" w:rsidTr="00566462">
        <w:trPr>
          <w:gridAfter w:val="2"/>
          <w:wAfter w:w="2013" w:type="dxa"/>
          <w:trPrChange w:id="69" w:author="Sponar Jan (MMB_BO)" w:date="2023-12-07T15:35:00Z">
            <w:trPr>
              <w:gridAfter w:val="2"/>
              <w:wAfter w:w="1872" w:type="dxa"/>
            </w:trPr>
          </w:trPrChange>
        </w:trPr>
        <w:tc>
          <w:tcPr>
            <w:tcW w:w="1956" w:type="dxa"/>
            <w:tcPrChange w:id="70" w:author="Sponar Jan (MMB_BO)" w:date="2023-12-07T15:35:00Z">
              <w:tcPr>
                <w:tcW w:w="1956" w:type="dxa"/>
              </w:tcPr>
            </w:tcPrChange>
          </w:tcPr>
          <w:p w14:paraId="67BAC66E" w14:textId="77777777" w:rsidR="00566462" w:rsidRPr="00416897" w:rsidRDefault="00566462" w:rsidP="00566462">
            <w:pPr>
              <w:pStyle w:val="Brnopopis"/>
            </w:pPr>
            <w:r w:rsidRPr="00416897">
              <w:t>DATUM:</w:t>
            </w:r>
          </w:p>
        </w:tc>
        <w:tc>
          <w:tcPr>
            <w:tcW w:w="4763" w:type="dxa"/>
            <w:gridSpan w:val="2"/>
            <w:tcPrChange w:id="71" w:author="Sponar Jan (MMB_BO)" w:date="2023-12-07T15:35:00Z">
              <w:tcPr>
                <w:tcW w:w="4763" w:type="dxa"/>
                <w:gridSpan w:val="2"/>
              </w:tcPr>
            </w:tcPrChange>
          </w:tcPr>
          <w:p w14:paraId="035B5C4E" w14:textId="140C4BC4" w:rsidR="00566462" w:rsidRPr="003F3B4E" w:rsidRDefault="00566462" w:rsidP="00566462">
            <w:pPr>
              <w:pStyle w:val="Brnopopistext"/>
            </w:pPr>
            <w:r>
              <w:t xml:space="preserve">7. 12. </w:t>
            </w:r>
            <w:del w:id="72" w:author="Sponar Jan (MMB_BO)" w:date="2023-12-07T15:36:00Z">
              <w:r w:rsidDel="00566462">
                <w:delText xml:space="preserve"> </w:delText>
              </w:r>
            </w:del>
            <w:r>
              <w:t>2023</w:t>
            </w:r>
          </w:p>
        </w:tc>
        <w:tc>
          <w:tcPr>
            <w:tcW w:w="1985" w:type="dxa"/>
            <w:tcPrChange w:id="73" w:author="Sponar Jan (MMB_BO)" w:date="2023-12-07T15:35:00Z">
              <w:tcPr>
                <w:tcW w:w="1985" w:type="dxa"/>
              </w:tcPr>
            </w:tcPrChange>
          </w:tcPr>
          <w:p w14:paraId="217C8AE6" w14:textId="77777777" w:rsidR="00566462" w:rsidRDefault="00566462" w:rsidP="00566462">
            <w:pPr>
              <w:pStyle w:val="Brnopopis"/>
            </w:pPr>
          </w:p>
        </w:tc>
        <w:tc>
          <w:tcPr>
            <w:tcW w:w="1985" w:type="dxa"/>
            <w:gridSpan w:val="3"/>
            <w:tcPrChange w:id="74" w:author="Sponar Jan (MMB_BO)" w:date="2023-12-07T15:35:00Z">
              <w:tcPr>
                <w:tcW w:w="1985" w:type="dxa"/>
                <w:gridSpan w:val="3"/>
              </w:tcPr>
            </w:tcPrChange>
          </w:tcPr>
          <w:p w14:paraId="41E96B14" w14:textId="77777777" w:rsidR="00566462" w:rsidRDefault="00566462" w:rsidP="00566462">
            <w:pPr>
              <w:pStyle w:val="Brnopopis"/>
            </w:pPr>
          </w:p>
        </w:tc>
        <w:tc>
          <w:tcPr>
            <w:tcW w:w="1985" w:type="dxa"/>
            <w:gridSpan w:val="2"/>
            <w:tcPrChange w:id="75" w:author="Sponar Jan (MMB_BO)" w:date="2023-12-07T15:35:00Z">
              <w:tcPr>
                <w:tcW w:w="1985" w:type="dxa"/>
                <w:gridSpan w:val="3"/>
              </w:tcPr>
            </w:tcPrChange>
          </w:tcPr>
          <w:p w14:paraId="62F0D6DA" w14:textId="4999847D" w:rsidR="00566462" w:rsidRDefault="00566462" w:rsidP="00566462">
            <w:pPr>
              <w:pStyle w:val="Brnopopis"/>
            </w:pPr>
          </w:p>
        </w:tc>
        <w:tc>
          <w:tcPr>
            <w:tcW w:w="936" w:type="dxa"/>
            <w:gridSpan w:val="2"/>
            <w:tcPrChange w:id="76" w:author="Sponar Jan (MMB_BO)" w:date="2023-12-07T15:35:00Z">
              <w:tcPr>
                <w:tcW w:w="936" w:type="dxa"/>
              </w:tcPr>
            </w:tcPrChange>
          </w:tcPr>
          <w:p w14:paraId="4C6F6414" w14:textId="77777777" w:rsidR="00566462" w:rsidRDefault="00566462" w:rsidP="00566462">
            <w:pPr>
              <w:pStyle w:val="Brnopopistext"/>
            </w:pPr>
          </w:p>
        </w:tc>
      </w:tr>
      <w:tr w:rsidR="00566462" w14:paraId="0F93E851" w14:textId="77777777" w:rsidTr="00566462">
        <w:trPr>
          <w:gridAfter w:val="2"/>
          <w:wAfter w:w="2013" w:type="dxa"/>
          <w:trPrChange w:id="77" w:author="Sponar Jan (MMB_BO)" w:date="2023-12-07T15:35:00Z">
            <w:trPr>
              <w:gridAfter w:val="2"/>
              <w:wAfter w:w="1872" w:type="dxa"/>
            </w:trPr>
          </w:trPrChange>
        </w:trPr>
        <w:tc>
          <w:tcPr>
            <w:tcW w:w="1956" w:type="dxa"/>
            <w:tcPrChange w:id="78" w:author="Sponar Jan (MMB_BO)" w:date="2023-12-07T15:35:00Z">
              <w:tcPr>
                <w:tcW w:w="1956" w:type="dxa"/>
              </w:tcPr>
            </w:tcPrChange>
          </w:tcPr>
          <w:p w14:paraId="25B13DBA" w14:textId="77777777" w:rsidR="00566462" w:rsidRPr="00416897" w:rsidRDefault="00566462" w:rsidP="00566462">
            <w:pPr>
              <w:pStyle w:val="Brnopopis"/>
            </w:pPr>
            <w:r>
              <w:t>počet listů</w:t>
            </w:r>
            <w:r w:rsidRPr="00416897">
              <w:t>:</w:t>
            </w:r>
          </w:p>
        </w:tc>
        <w:tc>
          <w:tcPr>
            <w:tcW w:w="4763" w:type="dxa"/>
            <w:gridSpan w:val="2"/>
            <w:tcPrChange w:id="79" w:author="Sponar Jan (MMB_BO)" w:date="2023-12-07T15:35:00Z">
              <w:tcPr>
                <w:tcW w:w="4763" w:type="dxa"/>
                <w:gridSpan w:val="2"/>
              </w:tcPr>
            </w:tcPrChange>
          </w:tcPr>
          <w:p w14:paraId="1B99BC33" w14:textId="3E2C5343" w:rsidR="00566462" w:rsidRDefault="00566462" w:rsidP="00566462">
            <w:pPr>
              <w:pStyle w:val="Brnopopistext"/>
            </w:pPr>
            <w:r>
              <w:t>01</w:t>
            </w:r>
          </w:p>
        </w:tc>
        <w:tc>
          <w:tcPr>
            <w:tcW w:w="1985" w:type="dxa"/>
            <w:tcPrChange w:id="80" w:author="Sponar Jan (MMB_BO)" w:date="2023-12-07T15:35:00Z">
              <w:tcPr>
                <w:tcW w:w="1985" w:type="dxa"/>
              </w:tcPr>
            </w:tcPrChange>
          </w:tcPr>
          <w:p w14:paraId="3124CE50" w14:textId="77777777" w:rsidR="00566462" w:rsidRPr="00416897" w:rsidRDefault="00566462" w:rsidP="00566462">
            <w:pPr>
              <w:pStyle w:val="Brnopopis"/>
            </w:pPr>
          </w:p>
        </w:tc>
        <w:tc>
          <w:tcPr>
            <w:tcW w:w="1985" w:type="dxa"/>
            <w:gridSpan w:val="3"/>
            <w:tcPrChange w:id="81" w:author="Sponar Jan (MMB_BO)" w:date="2023-12-07T15:35:00Z">
              <w:tcPr>
                <w:tcW w:w="1985" w:type="dxa"/>
                <w:gridSpan w:val="3"/>
              </w:tcPr>
            </w:tcPrChange>
          </w:tcPr>
          <w:p w14:paraId="6C0B9E10" w14:textId="77777777" w:rsidR="00566462" w:rsidRPr="00416897" w:rsidRDefault="00566462" w:rsidP="00566462">
            <w:pPr>
              <w:pStyle w:val="Brnopopis"/>
            </w:pPr>
          </w:p>
        </w:tc>
        <w:tc>
          <w:tcPr>
            <w:tcW w:w="1985" w:type="dxa"/>
            <w:gridSpan w:val="2"/>
            <w:tcPrChange w:id="82" w:author="Sponar Jan (MMB_BO)" w:date="2023-12-07T15:35:00Z">
              <w:tcPr>
                <w:tcW w:w="1985" w:type="dxa"/>
                <w:gridSpan w:val="3"/>
              </w:tcPr>
            </w:tcPrChange>
          </w:tcPr>
          <w:p w14:paraId="73D5A9C5" w14:textId="32BDA9B8" w:rsidR="00566462" w:rsidRPr="00416897" w:rsidRDefault="00566462" w:rsidP="00566462">
            <w:pPr>
              <w:pStyle w:val="Brnopopis"/>
            </w:pPr>
          </w:p>
        </w:tc>
        <w:tc>
          <w:tcPr>
            <w:tcW w:w="936" w:type="dxa"/>
            <w:gridSpan w:val="2"/>
            <w:tcPrChange w:id="83" w:author="Sponar Jan (MMB_BO)" w:date="2023-12-07T15:35:00Z">
              <w:tcPr>
                <w:tcW w:w="936" w:type="dxa"/>
              </w:tcPr>
            </w:tcPrChange>
          </w:tcPr>
          <w:p w14:paraId="66DEE213" w14:textId="77777777" w:rsidR="00566462" w:rsidRDefault="00566462" w:rsidP="00566462">
            <w:pPr>
              <w:pStyle w:val="Brnopopistext"/>
            </w:pPr>
          </w:p>
        </w:tc>
      </w:tr>
      <w:tr w:rsidR="00566462" w14:paraId="4DB0367A" w14:textId="77777777" w:rsidTr="00566462">
        <w:trPr>
          <w:gridAfter w:val="2"/>
          <w:wAfter w:w="2013" w:type="dxa"/>
          <w:trPrChange w:id="84" w:author="Sponar Jan (MMB_BO)" w:date="2023-12-07T15:35:00Z">
            <w:trPr>
              <w:gridAfter w:val="2"/>
              <w:wAfter w:w="1872" w:type="dxa"/>
            </w:trPr>
          </w:trPrChange>
        </w:trPr>
        <w:tc>
          <w:tcPr>
            <w:tcW w:w="1956" w:type="dxa"/>
            <w:tcPrChange w:id="85" w:author="Sponar Jan (MMB_BO)" w:date="2023-12-07T15:35:00Z">
              <w:tcPr>
                <w:tcW w:w="1956" w:type="dxa"/>
              </w:tcPr>
            </w:tcPrChange>
          </w:tcPr>
          <w:p w14:paraId="3844371B" w14:textId="77777777" w:rsidR="00566462" w:rsidRDefault="00566462" w:rsidP="00566462">
            <w:pPr>
              <w:pStyle w:val="Brnopopis"/>
            </w:pPr>
          </w:p>
        </w:tc>
        <w:tc>
          <w:tcPr>
            <w:tcW w:w="4763" w:type="dxa"/>
            <w:gridSpan w:val="2"/>
            <w:tcPrChange w:id="86" w:author="Sponar Jan (MMB_BO)" w:date="2023-12-07T15:35:00Z">
              <w:tcPr>
                <w:tcW w:w="4763" w:type="dxa"/>
                <w:gridSpan w:val="2"/>
              </w:tcPr>
            </w:tcPrChange>
          </w:tcPr>
          <w:p w14:paraId="2C02CBD2" w14:textId="77777777" w:rsidR="00566462" w:rsidRDefault="00566462" w:rsidP="00566462">
            <w:pPr>
              <w:pStyle w:val="Brnopopistext"/>
            </w:pPr>
          </w:p>
        </w:tc>
        <w:tc>
          <w:tcPr>
            <w:tcW w:w="1985" w:type="dxa"/>
            <w:tcPrChange w:id="87" w:author="Sponar Jan (MMB_BO)" w:date="2023-12-07T15:35:00Z">
              <w:tcPr>
                <w:tcW w:w="1985" w:type="dxa"/>
              </w:tcPr>
            </w:tcPrChange>
          </w:tcPr>
          <w:p w14:paraId="0288F2E6" w14:textId="77777777" w:rsidR="00566462" w:rsidRPr="00416897" w:rsidRDefault="00566462" w:rsidP="00566462">
            <w:pPr>
              <w:pStyle w:val="Brnopopis"/>
            </w:pPr>
          </w:p>
        </w:tc>
        <w:tc>
          <w:tcPr>
            <w:tcW w:w="1985" w:type="dxa"/>
            <w:gridSpan w:val="3"/>
            <w:tcPrChange w:id="88" w:author="Sponar Jan (MMB_BO)" w:date="2023-12-07T15:35:00Z">
              <w:tcPr>
                <w:tcW w:w="1985" w:type="dxa"/>
                <w:gridSpan w:val="3"/>
              </w:tcPr>
            </w:tcPrChange>
          </w:tcPr>
          <w:p w14:paraId="5ADB0BF6" w14:textId="77777777" w:rsidR="00566462" w:rsidRPr="00416897" w:rsidRDefault="00566462" w:rsidP="00566462">
            <w:pPr>
              <w:pStyle w:val="Brnopopis"/>
            </w:pPr>
          </w:p>
        </w:tc>
        <w:tc>
          <w:tcPr>
            <w:tcW w:w="1985" w:type="dxa"/>
            <w:gridSpan w:val="2"/>
            <w:tcPrChange w:id="89" w:author="Sponar Jan (MMB_BO)" w:date="2023-12-07T15:35:00Z">
              <w:tcPr>
                <w:tcW w:w="1985" w:type="dxa"/>
                <w:gridSpan w:val="3"/>
              </w:tcPr>
            </w:tcPrChange>
          </w:tcPr>
          <w:p w14:paraId="0251F5EF" w14:textId="14BBC533" w:rsidR="00566462" w:rsidRPr="00416897" w:rsidRDefault="00566462" w:rsidP="00566462">
            <w:pPr>
              <w:pStyle w:val="Brnopopis"/>
            </w:pPr>
          </w:p>
        </w:tc>
        <w:tc>
          <w:tcPr>
            <w:tcW w:w="936" w:type="dxa"/>
            <w:gridSpan w:val="2"/>
            <w:tcPrChange w:id="90" w:author="Sponar Jan (MMB_BO)" w:date="2023-12-07T15:35:00Z">
              <w:tcPr>
                <w:tcW w:w="936" w:type="dxa"/>
              </w:tcPr>
            </w:tcPrChange>
          </w:tcPr>
          <w:p w14:paraId="1D547F9C" w14:textId="77777777" w:rsidR="00566462" w:rsidRDefault="00566462" w:rsidP="00566462">
            <w:pPr>
              <w:pStyle w:val="Brnopopistext"/>
            </w:pPr>
          </w:p>
        </w:tc>
      </w:tr>
      <w:tr w:rsidR="00566462" w14:paraId="29662112" w14:textId="77777777" w:rsidTr="00566462">
        <w:trPr>
          <w:gridAfter w:val="2"/>
          <w:wAfter w:w="2013" w:type="dxa"/>
          <w:trPrChange w:id="91" w:author="Sponar Jan (MMB_BO)" w:date="2023-12-07T15:35:00Z">
            <w:trPr>
              <w:gridAfter w:val="2"/>
              <w:wAfter w:w="1872" w:type="dxa"/>
            </w:trPr>
          </w:trPrChange>
        </w:trPr>
        <w:tc>
          <w:tcPr>
            <w:tcW w:w="1956" w:type="dxa"/>
            <w:tcPrChange w:id="92" w:author="Sponar Jan (MMB_BO)" w:date="2023-12-07T15:35:00Z">
              <w:tcPr>
                <w:tcW w:w="1956" w:type="dxa"/>
              </w:tcPr>
            </w:tcPrChange>
          </w:tcPr>
          <w:p w14:paraId="7C26B6A4" w14:textId="7DB303C6" w:rsidR="00566462" w:rsidRPr="002D510C" w:rsidRDefault="00566462" w:rsidP="00566462">
            <w:pPr>
              <w:pStyle w:val="Brnopopis"/>
              <w:rPr>
                <w:sz w:val="24"/>
                <w:szCs w:val="24"/>
              </w:rPr>
            </w:pPr>
          </w:p>
        </w:tc>
        <w:tc>
          <w:tcPr>
            <w:tcW w:w="4763" w:type="dxa"/>
            <w:gridSpan w:val="2"/>
            <w:tcPrChange w:id="93" w:author="Sponar Jan (MMB_BO)" w:date="2023-12-07T15:35:00Z">
              <w:tcPr>
                <w:tcW w:w="4763" w:type="dxa"/>
                <w:gridSpan w:val="2"/>
              </w:tcPr>
            </w:tcPrChange>
          </w:tcPr>
          <w:p w14:paraId="7439A6FD" w14:textId="77777777" w:rsidR="00566462" w:rsidRDefault="00566462" w:rsidP="00566462">
            <w:pPr>
              <w:pStyle w:val="Brnopopistext"/>
            </w:pPr>
          </w:p>
        </w:tc>
        <w:tc>
          <w:tcPr>
            <w:tcW w:w="1985" w:type="dxa"/>
            <w:tcPrChange w:id="94" w:author="Sponar Jan (MMB_BO)" w:date="2023-12-07T15:35:00Z">
              <w:tcPr>
                <w:tcW w:w="1985" w:type="dxa"/>
              </w:tcPr>
            </w:tcPrChange>
          </w:tcPr>
          <w:p w14:paraId="240F0264" w14:textId="77777777" w:rsidR="00566462" w:rsidRPr="00416897" w:rsidRDefault="00566462" w:rsidP="00566462">
            <w:pPr>
              <w:pStyle w:val="Brnopopis"/>
            </w:pPr>
          </w:p>
        </w:tc>
        <w:tc>
          <w:tcPr>
            <w:tcW w:w="1985" w:type="dxa"/>
            <w:gridSpan w:val="3"/>
            <w:tcPrChange w:id="95" w:author="Sponar Jan (MMB_BO)" w:date="2023-12-07T15:35:00Z">
              <w:tcPr>
                <w:tcW w:w="1985" w:type="dxa"/>
                <w:gridSpan w:val="3"/>
              </w:tcPr>
            </w:tcPrChange>
          </w:tcPr>
          <w:p w14:paraId="6EDB7484" w14:textId="77777777" w:rsidR="00566462" w:rsidRPr="00416897" w:rsidRDefault="00566462" w:rsidP="00566462">
            <w:pPr>
              <w:pStyle w:val="Brnopopis"/>
            </w:pPr>
          </w:p>
        </w:tc>
        <w:tc>
          <w:tcPr>
            <w:tcW w:w="1985" w:type="dxa"/>
            <w:gridSpan w:val="2"/>
            <w:tcPrChange w:id="96" w:author="Sponar Jan (MMB_BO)" w:date="2023-12-07T15:35:00Z">
              <w:tcPr>
                <w:tcW w:w="1985" w:type="dxa"/>
                <w:gridSpan w:val="3"/>
              </w:tcPr>
            </w:tcPrChange>
          </w:tcPr>
          <w:p w14:paraId="62C82A06" w14:textId="2066D53B" w:rsidR="00566462" w:rsidRPr="00416897" w:rsidRDefault="00566462" w:rsidP="00566462">
            <w:pPr>
              <w:pStyle w:val="Brnopopis"/>
            </w:pPr>
          </w:p>
        </w:tc>
        <w:tc>
          <w:tcPr>
            <w:tcW w:w="936" w:type="dxa"/>
            <w:gridSpan w:val="2"/>
            <w:tcPrChange w:id="97" w:author="Sponar Jan (MMB_BO)" w:date="2023-12-07T15:35:00Z">
              <w:tcPr>
                <w:tcW w:w="936" w:type="dxa"/>
              </w:tcPr>
            </w:tcPrChange>
          </w:tcPr>
          <w:p w14:paraId="34011A99" w14:textId="77777777" w:rsidR="00566462" w:rsidRDefault="00566462" w:rsidP="00566462">
            <w:pPr>
              <w:pStyle w:val="Brnopopistext"/>
            </w:pPr>
          </w:p>
        </w:tc>
      </w:tr>
      <w:tr w:rsidR="00566462" w14:paraId="13B9F00A" w14:textId="77777777" w:rsidTr="00566462">
        <w:trPr>
          <w:gridAfter w:val="2"/>
          <w:wAfter w:w="2013" w:type="dxa"/>
          <w:trHeight w:val="307"/>
          <w:trPrChange w:id="98" w:author="Sponar Jan (MMB_BO)" w:date="2023-12-07T15:35:00Z">
            <w:trPr>
              <w:gridAfter w:val="2"/>
              <w:wAfter w:w="1872" w:type="dxa"/>
              <w:trHeight w:val="307"/>
            </w:trPr>
          </w:trPrChange>
        </w:trPr>
        <w:tc>
          <w:tcPr>
            <w:tcW w:w="1956" w:type="dxa"/>
            <w:tcPrChange w:id="99" w:author="Sponar Jan (MMB_BO)" w:date="2023-12-07T15:35:00Z">
              <w:tcPr>
                <w:tcW w:w="1956" w:type="dxa"/>
              </w:tcPr>
            </w:tcPrChange>
          </w:tcPr>
          <w:p w14:paraId="51D13DD1" w14:textId="77777777" w:rsidR="00566462" w:rsidRDefault="00566462" w:rsidP="00566462">
            <w:pPr>
              <w:pStyle w:val="Brnopopis"/>
            </w:pPr>
          </w:p>
        </w:tc>
        <w:tc>
          <w:tcPr>
            <w:tcW w:w="4763" w:type="dxa"/>
            <w:gridSpan w:val="2"/>
            <w:tcPrChange w:id="100" w:author="Sponar Jan (MMB_BO)" w:date="2023-12-07T15:35:00Z">
              <w:tcPr>
                <w:tcW w:w="4763" w:type="dxa"/>
                <w:gridSpan w:val="2"/>
              </w:tcPr>
            </w:tcPrChange>
          </w:tcPr>
          <w:p w14:paraId="633D653F" w14:textId="77777777" w:rsidR="00566462" w:rsidRDefault="00566462" w:rsidP="00566462">
            <w:pPr>
              <w:pStyle w:val="Brnopopistext"/>
            </w:pPr>
          </w:p>
        </w:tc>
        <w:tc>
          <w:tcPr>
            <w:tcW w:w="1985" w:type="dxa"/>
            <w:tcPrChange w:id="101" w:author="Sponar Jan (MMB_BO)" w:date="2023-12-07T15:35:00Z">
              <w:tcPr>
                <w:tcW w:w="1985" w:type="dxa"/>
              </w:tcPr>
            </w:tcPrChange>
          </w:tcPr>
          <w:p w14:paraId="6D3EDC0E" w14:textId="77777777" w:rsidR="00566462" w:rsidRPr="00416897" w:rsidRDefault="00566462" w:rsidP="00566462">
            <w:pPr>
              <w:pStyle w:val="Brnopopis"/>
            </w:pPr>
          </w:p>
        </w:tc>
        <w:tc>
          <w:tcPr>
            <w:tcW w:w="1985" w:type="dxa"/>
            <w:gridSpan w:val="3"/>
            <w:tcPrChange w:id="102" w:author="Sponar Jan (MMB_BO)" w:date="2023-12-07T15:35:00Z">
              <w:tcPr>
                <w:tcW w:w="1985" w:type="dxa"/>
                <w:gridSpan w:val="3"/>
              </w:tcPr>
            </w:tcPrChange>
          </w:tcPr>
          <w:p w14:paraId="1F8CE991" w14:textId="77777777" w:rsidR="00566462" w:rsidRPr="00416897" w:rsidRDefault="00566462" w:rsidP="00566462">
            <w:pPr>
              <w:pStyle w:val="Brnopopis"/>
            </w:pPr>
          </w:p>
        </w:tc>
        <w:tc>
          <w:tcPr>
            <w:tcW w:w="1985" w:type="dxa"/>
            <w:gridSpan w:val="2"/>
            <w:tcPrChange w:id="103" w:author="Sponar Jan (MMB_BO)" w:date="2023-12-07T15:35:00Z">
              <w:tcPr>
                <w:tcW w:w="1985" w:type="dxa"/>
                <w:gridSpan w:val="3"/>
              </w:tcPr>
            </w:tcPrChange>
          </w:tcPr>
          <w:p w14:paraId="4562186C" w14:textId="7411E303" w:rsidR="00566462" w:rsidRPr="00416897" w:rsidRDefault="00566462" w:rsidP="00566462">
            <w:pPr>
              <w:pStyle w:val="Brnopopis"/>
            </w:pPr>
          </w:p>
        </w:tc>
        <w:tc>
          <w:tcPr>
            <w:tcW w:w="936" w:type="dxa"/>
            <w:gridSpan w:val="2"/>
            <w:tcPrChange w:id="104" w:author="Sponar Jan (MMB_BO)" w:date="2023-12-07T15:35:00Z">
              <w:tcPr>
                <w:tcW w:w="936" w:type="dxa"/>
              </w:tcPr>
            </w:tcPrChange>
          </w:tcPr>
          <w:p w14:paraId="5F4FCEB5" w14:textId="77777777" w:rsidR="00566462" w:rsidRDefault="00566462" w:rsidP="00566462">
            <w:pPr>
              <w:pStyle w:val="Brnopopistext"/>
            </w:pPr>
          </w:p>
        </w:tc>
      </w:tr>
    </w:tbl>
    <w:p w14:paraId="461DE1A7" w14:textId="408A7A91" w:rsidR="006D33A2" w:rsidRPr="00062B22" w:rsidRDefault="00692FA3" w:rsidP="005409EC">
      <w:pPr>
        <w:rPr>
          <w:rFonts w:asciiTheme="majorHAnsi" w:hAnsiTheme="majorHAnsi" w:cstheme="majorHAnsi"/>
          <w:b/>
          <w:bCs/>
          <w:color w:val="auto"/>
          <w:sz w:val="22"/>
        </w:rPr>
      </w:pPr>
      <w:r w:rsidRPr="00062B22">
        <w:rPr>
          <w:rFonts w:asciiTheme="majorHAnsi" w:hAnsiTheme="majorHAnsi" w:cstheme="majorHAnsi"/>
          <w:b/>
          <w:bCs/>
          <w:color w:val="auto"/>
          <w:sz w:val="22"/>
        </w:rPr>
        <w:t xml:space="preserve">Žádost o </w:t>
      </w:r>
      <w:r w:rsidR="006D33A2" w:rsidRPr="00062B22">
        <w:rPr>
          <w:rFonts w:asciiTheme="majorHAnsi" w:hAnsiTheme="majorHAnsi" w:cstheme="majorHAnsi"/>
          <w:b/>
          <w:bCs/>
          <w:color w:val="auto"/>
          <w:sz w:val="22"/>
        </w:rPr>
        <w:t>prodloužení</w:t>
      </w:r>
      <w:r w:rsidR="00A9729A" w:rsidRPr="00062B22">
        <w:rPr>
          <w:rFonts w:asciiTheme="majorHAnsi" w:hAnsiTheme="majorHAnsi" w:cstheme="majorHAnsi"/>
          <w:b/>
          <w:bCs/>
          <w:color w:val="auto"/>
          <w:sz w:val="22"/>
        </w:rPr>
        <w:t xml:space="preserve"> stavebního povolení na stavbu </w:t>
      </w:r>
      <w:r w:rsidR="00A9729A" w:rsidRPr="00062B22">
        <w:rPr>
          <w:rFonts w:asciiTheme="minorHAnsi" w:eastAsia="Times New Roman" w:hAnsiTheme="minorHAnsi" w:cstheme="minorHAnsi"/>
          <w:b/>
          <w:bCs/>
          <w:color w:val="auto"/>
          <w:sz w:val="22"/>
          <w:lang w:eastAsia="cs-CZ"/>
        </w:rPr>
        <w:t>“TDI UL. K JEZERŮM – VÝMLATIŠTĚ“</w:t>
      </w:r>
    </w:p>
    <w:p w14:paraId="761B6923" w14:textId="6A1E4A76" w:rsidR="006F5F76" w:rsidRPr="00062B22" w:rsidRDefault="006F5F76" w:rsidP="005409EC">
      <w:pPr>
        <w:rPr>
          <w:rFonts w:asciiTheme="majorHAnsi" w:hAnsiTheme="majorHAnsi" w:cstheme="majorHAnsi"/>
          <w:color w:val="auto"/>
          <w:sz w:val="22"/>
        </w:rPr>
      </w:pPr>
    </w:p>
    <w:p w14:paraId="271B792B" w14:textId="77777777" w:rsidR="00A9729A" w:rsidRPr="00062B22" w:rsidRDefault="00A9729A" w:rsidP="005409EC">
      <w:pPr>
        <w:rPr>
          <w:rFonts w:asciiTheme="majorHAnsi" w:hAnsiTheme="majorHAnsi" w:cstheme="majorHAnsi"/>
          <w:color w:val="auto"/>
          <w:sz w:val="22"/>
        </w:rPr>
      </w:pPr>
    </w:p>
    <w:p w14:paraId="362AE8D0" w14:textId="23EF7F7E" w:rsidR="00FD218F" w:rsidRPr="00062B22" w:rsidRDefault="00FD218F" w:rsidP="005409EC">
      <w:pPr>
        <w:rPr>
          <w:rFonts w:asciiTheme="majorHAnsi" w:hAnsiTheme="majorHAnsi" w:cstheme="majorHAnsi"/>
          <w:color w:val="auto"/>
          <w:sz w:val="22"/>
        </w:rPr>
      </w:pPr>
      <w:r w:rsidRPr="00062B22">
        <w:rPr>
          <w:rFonts w:asciiTheme="majorHAnsi" w:hAnsiTheme="majorHAnsi" w:cstheme="majorHAnsi"/>
          <w:color w:val="auto"/>
          <w:sz w:val="22"/>
        </w:rPr>
        <w:t>Vážen</w:t>
      </w:r>
      <w:del w:id="105" w:author="Sponar Jan (MMB_BO)" w:date="2023-12-07T15:35:00Z">
        <w:r w:rsidR="005E06E2" w:rsidRPr="00062B22" w:rsidDel="00566462">
          <w:rPr>
            <w:rFonts w:asciiTheme="majorHAnsi" w:hAnsiTheme="majorHAnsi" w:cstheme="majorHAnsi"/>
            <w:color w:val="auto"/>
            <w:sz w:val="22"/>
          </w:rPr>
          <w:delText>í</w:delText>
        </w:r>
      </w:del>
      <w:ins w:id="106" w:author="Sponar Jan (MMB_BO)" w:date="2023-12-07T15:35:00Z">
        <w:r w:rsidR="00566462">
          <w:rPr>
            <w:rFonts w:asciiTheme="majorHAnsi" w:hAnsiTheme="majorHAnsi" w:cstheme="majorHAnsi"/>
            <w:color w:val="auto"/>
            <w:sz w:val="22"/>
          </w:rPr>
          <w:t>á paní vedoucí</w:t>
        </w:r>
      </w:ins>
      <w:r w:rsidRPr="00062B22">
        <w:rPr>
          <w:rFonts w:asciiTheme="majorHAnsi" w:hAnsiTheme="majorHAnsi" w:cstheme="majorHAnsi"/>
          <w:color w:val="auto"/>
          <w:sz w:val="22"/>
        </w:rPr>
        <w:t xml:space="preserve">, </w:t>
      </w:r>
    </w:p>
    <w:p w14:paraId="15479849" w14:textId="76A9EAE7" w:rsidR="006D33A2" w:rsidRPr="00062B22" w:rsidRDefault="006D33A2" w:rsidP="005409EC">
      <w:pPr>
        <w:rPr>
          <w:rFonts w:asciiTheme="majorHAnsi" w:hAnsiTheme="majorHAnsi" w:cstheme="majorHAnsi"/>
          <w:color w:val="auto"/>
          <w:sz w:val="22"/>
        </w:rPr>
      </w:pPr>
    </w:p>
    <w:p w14:paraId="2447159C" w14:textId="7D4770C4" w:rsidR="006D33A2" w:rsidRPr="00062B22" w:rsidRDefault="00A9729A" w:rsidP="00A9729A">
      <w:pPr>
        <w:pStyle w:val="Odkaz3"/>
        <w:rPr>
          <w:rFonts w:asciiTheme="minorHAnsi" w:hAnsiTheme="minorHAnsi" w:cstheme="minorHAnsi"/>
          <w:color w:val="auto"/>
          <w:sz w:val="22"/>
        </w:rPr>
      </w:pPr>
      <w:proofErr w:type="spellStart"/>
      <w:r w:rsidRPr="00062B22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>ovoluj</w:t>
      </w:r>
      <w:r w:rsidRPr="00062B22">
        <w:rPr>
          <w:rFonts w:asciiTheme="majorHAnsi" w:hAnsiTheme="majorHAnsi" w:cstheme="majorHAnsi"/>
          <w:color w:val="auto"/>
          <w:sz w:val="22"/>
          <w:szCs w:val="22"/>
        </w:rPr>
        <w:t>i</w:t>
      </w:r>
      <w:proofErr w:type="spellEnd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>si</w:t>
      </w:r>
      <w:proofErr w:type="spellEnd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>Vás</w:t>
      </w:r>
      <w:proofErr w:type="spellEnd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>zdvořile</w:t>
      </w:r>
      <w:proofErr w:type="spellEnd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>požádat</w:t>
      </w:r>
      <w:proofErr w:type="spellEnd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 xml:space="preserve"> o </w:t>
      </w:r>
      <w:proofErr w:type="spellStart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>prodloužení</w:t>
      </w:r>
      <w:proofErr w:type="spellEnd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>následující</w:t>
      </w:r>
      <w:r w:rsidR="00B0575A" w:rsidRPr="00062B22">
        <w:rPr>
          <w:rFonts w:asciiTheme="majorHAnsi" w:hAnsiTheme="majorHAnsi" w:cstheme="majorHAnsi"/>
          <w:color w:val="auto"/>
          <w:sz w:val="22"/>
          <w:szCs w:val="22"/>
        </w:rPr>
        <w:t>ho</w:t>
      </w:r>
      <w:proofErr w:type="spellEnd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>rozhodnutí</w:t>
      </w:r>
      <w:proofErr w:type="spellEnd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 w:rsidRPr="00062B22">
        <w:rPr>
          <w:rFonts w:asciiTheme="majorHAnsi" w:hAnsiTheme="majorHAnsi" w:cstheme="majorHAnsi"/>
          <w:color w:val="auto"/>
          <w:sz w:val="22"/>
          <w:szCs w:val="22"/>
        </w:rPr>
        <w:t>vydan</w:t>
      </w:r>
      <w:r w:rsidR="00B0575A" w:rsidRPr="00062B22">
        <w:rPr>
          <w:rFonts w:asciiTheme="majorHAnsi" w:hAnsiTheme="majorHAnsi" w:cstheme="majorHAnsi"/>
          <w:color w:val="auto"/>
          <w:sz w:val="22"/>
          <w:szCs w:val="22"/>
        </w:rPr>
        <w:t>ého</w:t>
      </w:r>
      <w:proofErr w:type="spellEnd"/>
      <w:r w:rsidRPr="00062B2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="006D33A2" w:rsidRPr="00062B22">
        <w:rPr>
          <w:rFonts w:asciiTheme="minorHAnsi" w:hAnsiTheme="minorHAnsi" w:cstheme="minorHAnsi"/>
          <w:color w:val="auto"/>
          <w:sz w:val="22"/>
        </w:rPr>
        <w:t>Úřadem</w:t>
      </w:r>
      <w:proofErr w:type="spellEnd"/>
      <w:r w:rsidR="006D33A2" w:rsidRPr="00062B22">
        <w:rPr>
          <w:rFonts w:asciiTheme="minorHAnsi" w:hAnsiTheme="minorHAnsi" w:cstheme="minorHAnsi"/>
          <w:color w:val="auto"/>
          <w:sz w:val="22"/>
        </w:rPr>
        <w:t xml:space="preserve"> </w:t>
      </w:r>
      <w:proofErr w:type="spellStart"/>
      <w:r w:rsidR="006D33A2" w:rsidRPr="00062B22">
        <w:rPr>
          <w:rFonts w:asciiTheme="minorHAnsi" w:hAnsiTheme="minorHAnsi" w:cstheme="minorHAnsi"/>
          <w:color w:val="auto"/>
          <w:sz w:val="22"/>
        </w:rPr>
        <w:t>městské</w:t>
      </w:r>
      <w:proofErr w:type="spellEnd"/>
      <w:r w:rsidR="006D33A2" w:rsidRPr="00062B22">
        <w:rPr>
          <w:rFonts w:asciiTheme="minorHAnsi" w:hAnsiTheme="minorHAnsi" w:cstheme="minorHAnsi"/>
          <w:color w:val="auto"/>
          <w:sz w:val="22"/>
        </w:rPr>
        <w:t xml:space="preserve"> </w:t>
      </w:r>
      <w:proofErr w:type="spellStart"/>
      <w:r w:rsidR="006D33A2" w:rsidRPr="00062B22">
        <w:rPr>
          <w:rFonts w:asciiTheme="minorHAnsi" w:hAnsiTheme="minorHAnsi" w:cstheme="minorHAnsi"/>
          <w:color w:val="auto"/>
          <w:sz w:val="22"/>
        </w:rPr>
        <w:t>části</w:t>
      </w:r>
      <w:proofErr w:type="spellEnd"/>
      <w:r w:rsidR="006D33A2" w:rsidRPr="00062B22">
        <w:rPr>
          <w:rFonts w:asciiTheme="minorHAnsi" w:hAnsiTheme="minorHAnsi" w:cstheme="minorHAnsi"/>
          <w:color w:val="auto"/>
          <w:sz w:val="22"/>
        </w:rPr>
        <w:t xml:space="preserve"> Brno-</w:t>
      </w:r>
      <w:proofErr w:type="spellStart"/>
      <w:r w:rsidR="006D33A2" w:rsidRPr="00062B22">
        <w:rPr>
          <w:rFonts w:asciiTheme="minorHAnsi" w:hAnsiTheme="minorHAnsi" w:cstheme="minorHAnsi"/>
          <w:color w:val="auto"/>
          <w:sz w:val="22"/>
        </w:rPr>
        <w:t>Tuřany</w:t>
      </w:r>
      <w:proofErr w:type="spellEnd"/>
      <w:r w:rsidR="006D33A2" w:rsidRPr="00062B22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="006D33A2" w:rsidRPr="00062B22">
        <w:rPr>
          <w:rFonts w:asciiTheme="minorHAnsi" w:hAnsiTheme="minorHAnsi" w:cstheme="minorHAnsi"/>
          <w:color w:val="auto"/>
          <w:sz w:val="22"/>
        </w:rPr>
        <w:t>Odborem</w:t>
      </w:r>
      <w:proofErr w:type="spellEnd"/>
      <w:r w:rsidR="006D33A2" w:rsidRPr="00062B22">
        <w:rPr>
          <w:rFonts w:asciiTheme="minorHAnsi" w:hAnsiTheme="minorHAnsi" w:cstheme="minorHAnsi"/>
          <w:color w:val="auto"/>
          <w:sz w:val="22"/>
        </w:rPr>
        <w:t xml:space="preserve"> </w:t>
      </w:r>
      <w:proofErr w:type="spellStart"/>
      <w:r w:rsidR="006D33A2" w:rsidRPr="00062B22">
        <w:rPr>
          <w:rFonts w:asciiTheme="minorHAnsi" w:hAnsiTheme="minorHAnsi" w:cstheme="minorHAnsi"/>
          <w:color w:val="auto"/>
          <w:sz w:val="22"/>
        </w:rPr>
        <w:t>stavebním</w:t>
      </w:r>
      <w:proofErr w:type="spellEnd"/>
      <w:r w:rsidR="006D33A2" w:rsidRPr="00062B22">
        <w:rPr>
          <w:rFonts w:asciiTheme="minorHAnsi" w:hAnsiTheme="minorHAnsi" w:cstheme="minorHAnsi"/>
          <w:color w:val="auto"/>
          <w:sz w:val="22"/>
        </w:rPr>
        <w:t xml:space="preserve"> a technickým:</w:t>
      </w:r>
    </w:p>
    <w:p w14:paraId="76C91E31" w14:textId="77777777" w:rsidR="006D33A2" w:rsidRPr="00062B22" w:rsidRDefault="006D33A2" w:rsidP="006D33A2">
      <w:p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cs-CZ"/>
        </w:rPr>
      </w:pPr>
    </w:p>
    <w:p w14:paraId="54A0C5EB" w14:textId="77777777" w:rsidR="00D7678F" w:rsidRPr="00062B22" w:rsidRDefault="00D7678F" w:rsidP="00D7678F">
      <w:pPr>
        <w:pStyle w:val="Odstavecseseznamem"/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32DFF7E1" w14:textId="03C4363C" w:rsidR="006D33A2" w:rsidRPr="00062B22" w:rsidRDefault="00D7678F" w:rsidP="00A9729A">
      <w:pPr>
        <w:pStyle w:val="Odstavecseseznamem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color w:val="auto"/>
          <w:sz w:val="22"/>
        </w:rPr>
      </w:pPr>
      <w:r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Stavební povolení </w:t>
      </w:r>
      <w:r w:rsidR="006D33A2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>na stavbu “TDI UL. K</w:t>
      </w:r>
      <w:r w:rsidR="00B0575A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> </w:t>
      </w:r>
      <w:r w:rsidR="006D33A2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>JEZERŮM</w:t>
      </w:r>
      <w:r w:rsidR="00B0575A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 </w:t>
      </w:r>
      <w:r w:rsidR="006D33A2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>- VÝMLATIŠTĚ”, I.</w:t>
      </w:r>
      <w:r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 k</w:t>
      </w:r>
      <w:r w:rsidR="006D33A2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omunikace, chodníky, II. </w:t>
      </w:r>
      <w:r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>a</w:t>
      </w:r>
      <w:r w:rsidR="006D33A2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 xml:space="preserve">utobusová zastávka v ulici V Aleji“ na pozemcích </w:t>
      </w:r>
      <w:proofErr w:type="spellStart"/>
      <w:r w:rsidR="006D33A2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>p.č</w:t>
      </w:r>
      <w:proofErr w:type="spellEnd"/>
      <w:r w:rsidR="006D33A2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>. p.č.75/1-</w:t>
      </w:r>
      <w:proofErr w:type="gramStart"/>
      <w:r w:rsidR="006D33A2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>5,  377</w:t>
      </w:r>
      <w:proofErr w:type="gramEnd"/>
      <w:r w:rsidR="006D33A2" w:rsidRPr="00062B22">
        <w:rPr>
          <w:rFonts w:asciiTheme="minorHAnsi" w:eastAsia="Times New Roman" w:hAnsiTheme="minorHAnsi" w:cstheme="minorHAnsi"/>
          <w:color w:val="auto"/>
          <w:sz w:val="22"/>
          <w:lang w:eastAsia="cs-CZ"/>
        </w:rPr>
        <w:t>/1, 378, 434/1, 434/13, 436/1, 436/28, 436/51, 458/5-6, 463/3, 467, 468, 479/1, 2194, 2269, 2294, 2351, 2352, 2357, 2358/3-4, 2360, 2361, 2362/1-2, 2364, 2365/2, 2366, 2367, 2368, 2369, 2370, 2371, 2372/1-</w:t>
      </w:r>
      <w:r w:rsidR="006D33A2" w:rsidRPr="00062B22">
        <w:rPr>
          <w:rFonts w:asciiTheme="minorHAnsi" w:hAnsiTheme="minorHAnsi" w:cstheme="minorHAnsi"/>
          <w:color w:val="auto"/>
          <w:sz w:val="22"/>
        </w:rPr>
        <w:t>2, 2373, 2374, 2375/1-2, 2377</w:t>
      </w:r>
      <w:r w:rsidRPr="00062B22">
        <w:rPr>
          <w:rFonts w:asciiTheme="minorHAnsi" w:hAnsiTheme="minorHAnsi" w:cstheme="minorHAnsi"/>
          <w:color w:val="auto"/>
          <w:sz w:val="22"/>
        </w:rPr>
        <w:t>,</w:t>
      </w:r>
      <w:r w:rsidR="006D33A2" w:rsidRPr="00062B22">
        <w:rPr>
          <w:rFonts w:asciiTheme="minorHAnsi" w:hAnsiTheme="minorHAnsi" w:cstheme="minorHAnsi"/>
          <w:color w:val="auto"/>
          <w:sz w:val="22"/>
        </w:rPr>
        <w:t xml:space="preserve"> 2378, 2383 v katastrálním území Holásky</w:t>
      </w:r>
      <w:r w:rsidRPr="00062B22">
        <w:rPr>
          <w:rFonts w:asciiTheme="minorHAnsi" w:hAnsiTheme="minorHAnsi" w:cstheme="minorHAnsi"/>
          <w:color w:val="auto"/>
          <w:sz w:val="22"/>
        </w:rPr>
        <w:t>, vyd</w:t>
      </w:r>
      <w:r w:rsidR="00865615" w:rsidRPr="00062B22">
        <w:rPr>
          <w:rFonts w:asciiTheme="minorHAnsi" w:hAnsiTheme="minorHAnsi" w:cstheme="minorHAnsi"/>
          <w:color w:val="auto"/>
          <w:sz w:val="22"/>
        </w:rPr>
        <w:t xml:space="preserve">ané pod č.j. MČBT/2391/2022 dne </w:t>
      </w:r>
      <w:r w:rsidR="006D33A2" w:rsidRPr="00062B22">
        <w:rPr>
          <w:rFonts w:asciiTheme="minorHAnsi" w:hAnsiTheme="minorHAnsi" w:cstheme="minorHAnsi"/>
          <w:color w:val="auto"/>
          <w:sz w:val="22"/>
        </w:rPr>
        <w:t>30.</w:t>
      </w:r>
      <w:r w:rsidR="00865615" w:rsidRPr="00062B22">
        <w:rPr>
          <w:rFonts w:asciiTheme="minorHAnsi" w:hAnsiTheme="minorHAnsi" w:cstheme="minorHAnsi"/>
          <w:color w:val="auto"/>
          <w:sz w:val="22"/>
        </w:rPr>
        <w:t xml:space="preserve"> </w:t>
      </w:r>
      <w:r w:rsidR="006D33A2" w:rsidRPr="00062B22">
        <w:rPr>
          <w:rFonts w:asciiTheme="minorHAnsi" w:hAnsiTheme="minorHAnsi" w:cstheme="minorHAnsi"/>
          <w:color w:val="auto"/>
          <w:sz w:val="22"/>
        </w:rPr>
        <w:t>3.</w:t>
      </w:r>
      <w:r w:rsidRPr="00062B22">
        <w:rPr>
          <w:rFonts w:asciiTheme="minorHAnsi" w:hAnsiTheme="minorHAnsi" w:cstheme="minorHAnsi"/>
          <w:color w:val="auto"/>
          <w:sz w:val="22"/>
        </w:rPr>
        <w:t xml:space="preserve"> </w:t>
      </w:r>
      <w:r w:rsidR="006D33A2" w:rsidRPr="00062B22">
        <w:rPr>
          <w:rFonts w:asciiTheme="minorHAnsi" w:hAnsiTheme="minorHAnsi" w:cstheme="minorHAnsi"/>
          <w:color w:val="auto"/>
          <w:sz w:val="22"/>
        </w:rPr>
        <w:t>2022</w:t>
      </w:r>
      <w:r w:rsidR="00865615" w:rsidRPr="00062B22">
        <w:rPr>
          <w:rFonts w:asciiTheme="minorHAnsi" w:hAnsiTheme="minorHAnsi" w:cstheme="minorHAnsi"/>
          <w:color w:val="auto"/>
          <w:sz w:val="22"/>
        </w:rPr>
        <w:t>, nabytí právní moci</w:t>
      </w:r>
      <w:del w:id="107" w:author="Sponar Jan (MMB_BO)" w:date="2023-12-07T15:37:00Z">
        <w:r w:rsidR="00865615" w:rsidRPr="00062B22" w:rsidDel="00566462">
          <w:rPr>
            <w:rFonts w:asciiTheme="minorHAnsi" w:hAnsiTheme="minorHAnsi" w:cstheme="minorHAnsi"/>
            <w:color w:val="auto"/>
            <w:sz w:val="22"/>
          </w:rPr>
          <w:delText xml:space="preserve"> </w:delText>
        </w:r>
      </w:del>
      <w:r w:rsidR="006D33A2" w:rsidRPr="00062B22">
        <w:rPr>
          <w:rFonts w:asciiTheme="minorHAnsi" w:hAnsiTheme="minorHAnsi" w:cstheme="minorHAnsi"/>
          <w:color w:val="auto"/>
          <w:sz w:val="22"/>
        </w:rPr>
        <w:t xml:space="preserve"> </w:t>
      </w:r>
      <w:r w:rsidR="00865615" w:rsidRPr="00062B22">
        <w:rPr>
          <w:rFonts w:asciiTheme="minorHAnsi" w:hAnsiTheme="minorHAnsi" w:cstheme="minorHAnsi"/>
          <w:color w:val="auto"/>
          <w:sz w:val="22"/>
        </w:rPr>
        <w:t>dne</w:t>
      </w:r>
      <w:del w:id="108" w:author="Sponar Jan (MMB_BO)" w:date="2023-12-07T15:37:00Z">
        <w:r w:rsidR="00865615" w:rsidRPr="00062B22" w:rsidDel="00566462">
          <w:rPr>
            <w:rFonts w:asciiTheme="minorHAnsi" w:hAnsiTheme="minorHAnsi" w:cstheme="minorHAnsi"/>
            <w:color w:val="auto"/>
            <w:sz w:val="22"/>
          </w:rPr>
          <w:delText xml:space="preserve"> </w:delText>
        </w:r>
      </w:del>
      <w:ins w:id="109" w:author="Sponar Jan (MMB_BO)" w:date="2023-12-07T15:37:00Z">
        <w:r w:rsidR="00566462">
          <w:rPr>
            <w:rFonts w:asciiTheme="minorHAnsi" w:hAnsiTheme="minorHAnsi" w:cstheme="minorHAnsi"/>
            <w:color w:val="auto"/>
            <w:sz w:val="22"/>
          </w:rPr>
          <w:t> </w:t>
        </w:r>
      </w:ins>
      <w:r w:rsidR="00865615" w:rsidRPr="00062B22">
        <w:rPr>
          <w:rFonts w:asciiTheme="minorHAnsi" w:hAnsiTheme="minorHAnsi" w:cstheme="minorHAnsi"/>
          <w:color w:val="auto"/>
          <w:sz w:val="22"/>
        </w:rPr>
        <w:t>10.</w:t>
      </w:r>
      <w:ins w:id="110" w:author="Sponar Jan (MMB_BO)" w:date="2023-12-07T15:37:00Z">
        <w:r w:rsidR="00566462">
          <w:rPr>
            <w:rFonts w:asciiTheme="minorHAnsi" w:hAnsiTheme="minorHAnsi" w:cstheme="minorHAnsi"/>
            <w:color w:val="auto"/>
            <w:sz w:val="22"/>
          </w:rPr>
          <w:t> </w:t>
        </w:r>
      </w:ins>
      <w:r w:rsidR="00865615" w:rsidRPr="00062B22">
        <w:rPr>
          <w:rFonts w:asciiTheme="minorHAnsi" w:hAnsiTheme="minorHAnsi" w:cstheme="minorHAnsi"/>
          <w:color w:val="auto"/>
          <w:sz w:val="22"/>
        </w:rPr>
        <w:t>5.</w:t>
      </w:r>
      <w:ins w:id="111" w:author="Sponar Jan (MMB_BO)" w:date="2023-12-07T15:37:00Z">
        <w:r w:rsidR="00566462">
          <w:rPr>
            <w:rFonts w:asciiTheme="minorHAnsi" w:hAnsiTheme="minorHAnsi" w:cstheme="minorHAnsi"/>
            <w:color w:val="auto"/>
            <w:sz w:val="22"/>
          </w:rPr>
          <w:t> </w:t>
        </w:r>
      </w:ins>
      <w:r w:rsidR="00865615" w:rsidRPr="00062B22">
        <w:rPr>
          <w:rFonts w:asciiTheme="minorHAnsi" w:hAnsiTheme="minorHAnsi" w:cstheme="minorHAnsi"/>
          <w:color w:val="auto"/>
          <w:sz w:val="22"/>
        </w:rPr>
        <w:t>2022.</w:t>
      </w:r>
    </w:p>
    <w:p w14:paraId="50AF659B" w14:textId="3F345334" w:rsidR="00A9729A" w:rsidRPr="00062B22" w:rsidRDefault="00A9729A" w:rsidP="00A9729A">
      <w:pPr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5568CE6D" w14:textId="30C411F3" w:rsidR="00A9729A" w:rsidRPr="00062B22" w:rsidRDefault="00A9729A" w:rsidP="00A9729A">
      <w:pPr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6CF175C2" w14:textId="77777777" w:rsidR="00A9729A" w:rsidRPr="00062B22" w:rsidRDefault="00A9729A" w:rsidP="00A9729A">
      <w:pPr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55353712" w14:textId="66B0B28C" w:rsidR="006D33A2" w:rsidRPr="00062B22" w:rsidDel="00566462" w:rsidRDefault="006D33A2" w:rsidP="006D33A2">
      <w:pPr>
        <w:pStyle w:val="Odkaz3"/>
        <w:rPr>
          <w:del w:id="112" w:author="Sponar Jan (MMB_BO)" w:date="2023-12-07T15:37:00Z"/>
          <w:rFonts w:asciiTheme="minorHAnsi" w:hAnsiTheme="minorHAnsi" w:cstheme="minorHAnsi"/>
          <w:color w:val="auto"/>
          <w:sz w:val="22"/>
          <w:szCs w:val="22"/>
        </w:rPr>
      </w:pPr>
      <w:del w:id="113" w:author="Sponar Jan (MMB_BO)" w:date="2023-12-07T15:37:00Z">
        <w:r w:rsidRPr="00062B22" w:rsidDel="00566462">
          <w:rPr>
            <w:rFonts w:asciiTheme="minorHAnsi" w:hAnsiTheme="minorHAnsi" w:cstheme="minorHAnsi"/>
            <w:color w:val="auto"/>
            <w:sz w:val="22"/>
            <w:szCs w:val="22"/>
            <w:lang w:val="cs-CZ"/>
          </w:rPr>
          <w:delText xml:space="preserve"> </w:delText>
        </w:r>
      </w:del>
    </w:p>
    <w:p w14:paraId="6FA59D92" w14:textId="5E7CA5C9" w:rsidR="006D33A2" w:rsidRPr="00062B22" w:rsidDel="00566462" w:rsidRDefault="00A9729A" w:rsidP="005409EC">
      <w:pPr>
        <w:rPr>
          <w:del w:id="114" w:author="Sponar Jan (MMB_BO)" w:date="2023-12-07T15:37:00Z"/>
          <w:rFonts w:asciiTheme="majorHAnsi" w:hAnsiTheme="majorHAnsi" w:cstheme="majorHAnsi"/>
          <w:color w:val="auto"/>
          <w:sz w:val="22"/>
        </w:rPr>
      </w:pPr>
      <w:del w:id="115" w:author="Sponar Jan (MMB_BO)" w:date="2023-12-07T15:37:00Z">
        <w:r w:rsidRPr="00062B22" w:rsidDel="00566462">
          <w:rPr>
            <w:rFonts w:asciiTheme="majorHAnsi" w:hAnsiTheme="majorHAnsi" w:cstheme="majorHAnsi"/>
            <w:color w:val="auto"/>
            <w:sz w:val="22"/>
          </w:rPr>
          <w:delText>děkuji</w:delText>
        </w:r>
      </w:del>
    </w:p>
    <w:p w14:paraId="5460B392" w14:textId="77777777" w:rsidR="00191C4D" w:rsidRPr="00062B22" w:rsidRDefault="00191C4D" w:rsidP="000C4F05">
      <w:pPr>
        <w:rPr>
          <w:color w:val="auto"/>
        </w:rPr>
      </w:pPr>
    </w:p>
    <w:p w14:paraId="1CD5C481" w14:textId="77777777" w:rsidR="00412335" w:rsidRPr="00062B22" w:rsidRDefault="000C4F05" w:rsidP="00C44A94">
      <w:pPr>
        <w:rPr>
          <w:rFonts w:asciiTheme="majorHAnsi" w:hAnsiTheme="majorHAnsi" w:cstheme="majorHAnsi"/>
          <w:color w:val="auto"/>
          <w:sz w:val="22"/>
        </w:rPr>
      </w:pPr>
      <w:r w:rsidRPr="00062B22">
        <w:rPr>
          <w:rFonts w:asciiTheme="majorHAnsi" w:hAnsiTheme="majorHAnsi" w:cstheme="majorHAnsi"/>
          <w:color w:val="auto"/>
          <w:sz w:val="22"/>
        </w:rPr>
        <w:t>S pozdravem</w:t>
      </w:r>
    </w:p>
    <w:p w14:paraId="4FE041E2" w14:textId="77777777" w:rsidR="00E56D62" w:rsidRPr="00062B22" w:rsidRDefault="00E56D62" w:rsidP="00C44A94">
      <w:pPr>
        <w:rPr>
          <w:rFonts w:asciiTheme="majorHAnsi" w:hAnsiTheme="majorHAnsi" w:cstheme="majorHAnsi"/>
          <w:color w:val="auto"/>
          <w:sz w:val="22"/>
        </w:rPr>
      </w:pPr>
    </w:p>
    <w:p w14:paraId="31B3C418" w14:textId="5DD07C88" w:rsidR="00AE049C" w:rsidRPr="00062B22" w:rsidRDefault="00AE049C" w:rsidP="00C44A94">
      <w:pPr>
        <w:rPr>
          <w:rFonts w:asciiTheme="majorHAnsi" w:hAnsiTheme="majorHAnsi" w:cstheme="majorHAnsi"/>
          <w:color w:val="auto"/>
          <w:sz w:val="22"/>
        </w:rPr>
      </w:pPr>
    </w:p>
    <w:p w14:paraId="2246613F" w14:textId="77777777" w:rsidR="00EA65E7" w:rsidRPr="00062B22" w:rsidRDefault="00EA65E7" w:rsidP="00C44A94">
      <w:pPr>
        <w:rPr>
          <w:rFonts w:asciiTheme="majorHAnsi" w:hAnsiTheme="majorHAnsi" w:cstheme="majorHAnsi"/>
          <w:color w:val="auto"/>
          <w:sz w:val="22"/>
        </w:rPr>
      </w:pPr>
    </w:p>
    <w:p w14:paraId="5876904E" w14:textId="77777777" w:rsidR="00412335" w:rsidRPr="00062B22" w:rsidRDefault="00412335" w:rsidP="00C44A94">
      <w:pPr>
        <w:rPr>
          <w:rFonts w:asciiTheme="majorHAnsi" w:hAnsiTheme="majorHAnsi" w:cstheme="majorHAnsi"/>
          <w:color w:val="auto"/>
          <w:sz w:val="22"/>
        </w:rPr>
      </w:pPr>
    </w:p>
    <w:p w14:paraId="578AD408" w14:textId="77777777" w:rsidR="005B4360" w:rsidRPr="00062B22" w:rsidRDefault="005B4360" w:rsidP="00C44A94">
      <w:pPr>
        <w:rPr>
          <w:rFonts w:asciiTheme="majorHAnsi" w:hAnsiTheme="majorHAnsi" w:cstheme="majorHAnsi"/>
          <w:color w:val="auto"/>
          <w:sz w:val="22"/>
        </w:rPr>
      </w:pPr>
    </w:p>
    <w:p w14:paraId="03F50CA1" w14:textId="77777777" w:rsidR="00C44A94" w:rsidRPr="00062B22" w:rsidRDefault="00FD218F" w:rsidP="00C44A94">
      <w:pPr>
        <w:rPr>
          <w:rFonts w:asciiTheme="majorHAnsi" w:hAnsiTheme="majorHAnsi" w:cstheme="majorHAnsi"/>
          <w:color w:val="auto"/>
          <w:sz w:val="22"/>
        </w:rPr>
      </w:pPr>
      <w:r w:rsidRPr="00062B22">
        <w:rPr>
          <w:rFonts w:asciiTheme="majorHAnsi" w:hAnsiTheme="majorHAnsi" w:cstheme="majorHAnsi"/>
          <w:color w:val="auto"/>
          <w:sz w:val="22"/>
        </w:rPr>
        <w:t>JUDr. Iva Marešová</w:t>
      </w:r>
    </w:p>
    <w:p w14:paraId="1B7ED176" w14:textId="0ED7B289" w:rsidR="00504158" w:rsidRPr="00062B22" w:rsidRDefault="0006074A" w:rsidP="000C7755">
      <w:pPr>
        <w:rPr>
          <w:color w:val="auto"/>
        </w:rPr>
      </w:pPr>
      <w:r w:rsidRPr="00062B22">
        <w:rPr>
          <w:rFonts w:asciiTheme="majorHAnsi" w:hAnsiTheme="majorHAnsi" w:cstheme="majorHAnsi"/>
          <w:color w:val="auto"/>
          <w:sz w:val="22"/>
        </w:rPr>
        <w:t>vedoucí</w:t>
      </w:r>
      <w:r w:rsidR="00FD218F" w:rsidRPr="00062B22">
        <w:rPr>
          <w:rFonts w:asciiTheme="majorHAnsi" w:hAnsiTheme="majorHAnsi" w:cstheme="majorHAnsi"/>
          <w:color w:val="auto"/>
          <w:sz w:val="22"/>
        </w:rPr>
        <w:t xml:space="preserve"> Bytového odboru</w:t>
      </w:r>
      <w:r w:rsidRPr="00062B22">
        <w:rPr>
          <w:rFonts w:asciiTheme="majorHAnsi" w:hAnsiTheme="majorHAnsi" w:cstheme="majorHAnsi"/>
          <w:color w:val="auto"/>
          <w:sz w:val="22"/>
        </w:rPr>
        <w:t xml:space="preserve"> MMB</w:t>
      </w:r>
    </w:p>
    <w:p w14:paraId="1CE23C67" w14:textId="012B053F" w:rsidR="00504158" w:rsidRPr="00062B22" w:rsidDel="00566462" w:rsidRDefault="00504158" w:rsidP="000C7755">
      <w:pPr>
        <w:rPr>
          <w:del w:id="116" w:author="Sponar Jan (MMB_BO)" w:date="2023-12-07T15:37:00Z"/>
          <w:color w:val="auto"/>
        </w:rPr>
      </w:pPr>
    </w:p>
    <w:p w14:paraId="1BE47BE6" w14:textId="6A74F7C2" w:rsidR="00504158" w:rsidRPr="00062B22" w:rsidDel="00566462" w:rsidRDefault="00504158" w:rsidP="000C7755">
      <w:pPr>
        <w:rPr>
          <w:del w:id="117" w:author="Sponar Jan (MMB_BO)" w:date="2023-12-07T15:37:00Z"/>
          <w:color w:val="auto"/>
        </w:rPr>
      </w:pPr>
    </w:p>
    <w:p w14:paraId="5558FB7E" w14:textId="2451BE52" w:rsidR="00504158" w:rsidRPr="00062B22" w:rsidDel="00566462" w:rsidRDefault="00504158" w:rsidP="000C7755">
      <w:pPr>
        <w:rPr>
          <w:del w:id="118" w:author="Sponar Jan (MMB_BO)" w:date="2023-12-07T15:37:00Z"/>
          <w:color w:val="auto"/>
        </w:rPr>
      </w:pPr>
    </w:p>
    <w:p w14:paraId="603BDD0F" w14:textId="77777777" w:rsidR="00504158" w:rsidRPr="00062B22" w:rsidRDefault="00504158" w:rsidP="00566462">
      <w:pPr>
        <w:rPr>
          <w:color w:val="auto"/>
        </w:rPr>
      </w:pPr>
    </w:p>
    <w:sectPr w:rsidR="00504158" w:rsidRPr="00062B22" w:rsidSect="0040199A">
      <w:footerReference w:type="default" r:id="rId8"/>
      <w:headerReference w:type="first" r:id="rId9"/>
      <w:footerReference w:type="first" r:id="rId10"/>
      <w:pgSz w:w="11906" w:h="16838" w:code="9"/>
      <w:pgMar w:top="1843" w:right="1134" w:bottom="1134" w:left="1134" w:header="426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8B98" w14:textId="77777777" w:rsidR="00BB71BE" w:rsidRDefault="00BB71BE" w:rsidP="0018303A">
      <w:pPr>
        <w:spacing w:line="240" w:lineRule="auto"/>
      </w:pPr>
      <w:r>
        <w:separator/>
      </w:r>
    </w:p>
  </w:endnote>
  <w:endnote w:type="continuationSeparator" w:id="0">
    <w:p w14:paraId="4A6C5817" w14:textId="77777777" w:rsidR="00BB71BE" w:rsidRDefault="00BB71BE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83680" w14:textId="77777777" w:rsidR="00B64224" w:rsidRDefault="00EA40AB" w:rsidP="00656404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</w:t>
    </w:r>
    <w:r w:rsidR="00B64224">
      <w:t xml:space="preserve">Magistrát města Brna </w:t>
    </w:r>
    <w:r w:rsidR="00B64224" w:rsidRPr="00874A3B">
      <w:rPr>
        <w:color w:val="ED1C24" w:themeColor="accent1"/>
      </w:rPr>
      <w:t>|</w:t>
    </w:r>
    <w:r w:rsidR="004B078A">
      <w:t xml:space="preserve"> Bytový odbor</w:t>
    </w:r>
  </w:p>
  <w:p w14:paraId="632F9DCC" w14:textId="77777777" w:rsidR="00B64224" w:rsidRDefault="007B55AB" w:rsidP="00656404">
    <w:pPr>
      <w:pStyle w:val="Zpat"/>
    </w:pPr>
    <w:r>
      <w:t xml:space="preserve">Malinovského nám. 3 </w:t>
    </w:r>
    <w:r w:rsidR="00B64224" w:rsidRPr="00874A3B">
      <w:rPr>
        <w:color w:val="ED1C24" w:themeColor="accent1"/>
      </w:rPr>
      <w:t>|</w:t>
    </w:r>
    <w:r w:rsidR="00B64224">
      <w:t xml:space="preserve"> 601 </w:t>
    </w:r>
    <w:proofErr w:type="gramStart"/>
    <w:r w:rsidR="00B64224">
      <w:t xml:space="preserve">67 </w:t>
    </w:r>
    <w:r w:rsidR="00FA4507">
      <w:t xml:space="preserve"> </w:t>
    </w:r>
    <w:r w:rsidR="00B64224" w:rsidRPr="00656404">
      <w:t>Brno</w:t>
    </w:r>
    <w:proofErr w:type="gramEnd"/>
    <w:r w:rsidR="00B64224">
      <w:t xml:space="preserve"> </w:t>
    </w:r>
    <w:r w:rsidR="00B64224" w:rsidRPr="00874A3B">
      <w:rPr>
        <w:color w:val="ED1C24" w:themeColor="accent1"/>
      </w:rPr>
      <w:t>|</w:t>
    </w:r>
    <w:r w:rsidR="00B64224">
      <w:t xml:space="preserve"> </w:t>
    </w:r>
    <w:r w:rsidR="00B64224" w:rsidRPr="00656404">
      <w:t>www.brno.cz</w:t>
    </w:r>
  </w:p>
  <w:p w14:paraId="34C57805" w14:textId="77777777" w:rsidR="00B64224" w:rsidRDefault="00A46C6C" w:rsidP="00656404">
    <w:pPr>
      <w:pStyle w:val="strankovani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3E75CFD" wp14:editId="5DE71765">
              <wp:simplePos x="0" y="0"/>
              <wp:positionH relativeFrom="page">
                <wp:posOffset>720090</wp:posOffset>
              </wp:positionH>
              <wp:positionV relativeFrom="page">
                <wp:posOffset>9721215</wp:posOffset>
              </wp:positionV>
              <wp:extent cx="612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9449E4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65.45pt" to="538.6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23DF7" w14:textId="77777777" w:rsidR="004226F0" w:rsidRDefault="004226F0" w:rsidP="004226F0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 w:rsidR="004B078A">
      <w:t xml:space="preserve"> Bytový odbor</w:t>
    </w:r>
  </w:p>
  <w:p w14:paraId="494FEF1E" w14:textId="77777777" w:rsidR="004226F0" w:rsidRDefault="00802F5E" w:rsidP="00FD218F">
    <w:pPr>
      <w:pStyle w:val="Zpat"/>
    </w:pPr>
    <w:r>
      <w:t>Malinovského nám. 3</w:t>
    </w:r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601 </w:t>
    </w:r>
    <w:proofErr w:type="gramStart"/>
    <w:r w:rsidR="004226F0">
      <w:t xml:space="preserve">67  </w:t>
    </w:r>
    <w:r w:rsidR="004226F0" w:rsidRPr="00656404">
      <w:t>Brno</w:t>
    </w:r>
    <w:proofErr w:type="gramEnd"/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</w:t>
    </w:r>
    <w:r w:rsidR="004226F0" w:rsidRPr="00656404">
      <w:t>www.brno.cz</w:t>
    </w:r>
    <w:r w:rsidR="004226F0"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745D5873" wp14:editId="3C171F86">
              <wp:simplePos x="0" y="0"/>
              <wp:positionH relativeFrom="page">
                <wp:posOffset>720090</wp:posOffset>
              </wp:positionH>
              <wp:positionV relativeFrom="page">
                <wp:posOffset>9949815</wp:posOffset>
              </wp:positionV>
              <wp:extent cx="611949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FFA9B3" id="Přímá spojnic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83.45pt" to="538.55pt,7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00A37" w14:textId="77777777" w:rsidR="00BB71BE" w:rsidRDefault="00BB71BE" w:rsidP="0018303A">
      <w:pPr>
        <w:spacing w:line="240" w:lineRule="auto"/>
      </w:pPr>
      <w:r>
        <w:separator/>
      </w:r>
    </w:p>
  </w:footnote>
  <w:footnote w:type="continuationSeparator" w:id="0">
    <w:p w14:paraId="708E6B4D" w14:textId="77777777" w:rsidR="00BB71BE" w:rsidRDefault="00BB71BE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8BC2F" w14:textId="77777777" w:rsidR="0091685F" w:rsidRDefault="0091685F" w:rsidP="004226F0">
    <w:pPr>
      <w:pStyle w:val="ZhlavBrno"/>
    </w:pPr>
  </w:p>
  <w:p w14:paraId="70E834A8" w14:textId="77777777" w:rsidR="004226F0" w:rsidRPr="00077C50" w:rsidRDefault="004226F0" w:rsidP="004226F0">
    <w:pPr>
      <w:pStyle w:val="ZhlavBrno"/>
    </w:pPr>
    <w:r>
      <w:drawing>
        <wp:anchor distT="0" distB="0" distL="114300" distR="114300" simplePos="0" relativeHeight="251665408" behindDoc="0" locked="1" layoutInCell="1" allowOverlap="1" wp14:anchorId="05797475" wp14:editId="1F755C29">
          <wp:simplePos x="0" y="0"/>
          <wp:positionH relativeFrom="page">
            <wp:posOffset>5270500</wp:posOffset>
          </wp:positionH>
          <wp:positionV relativeFrom="page">
            <wp:posOffset>551180</wp:posOffset>
          </wp:positionV>
          <wp:extent cx="1572895" cy="36322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89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5625">
      <w:t>Statutární m</w:t>
    </w:r>
    <w:r>
      <w:t>ě</w:t>
    </w:r>
    <w:r w:rsidRPr="007C5625">
      <w:t>sto Brno</w:t>
    </w:r>
  </w:p>
  <w:p w14:paraId="17390C37" w14:textId="77777777" w:rsidR="004226F0" w:rsidRDefault="004226F0" w:rsidP="004226F0">
    <w:pPr>
      <w:pStyle w:val="Zhlav"/>
    </w:pPr>
    <w:r>
      <w:t>Magistrát města Brna</w:t>
    </w:r>
  </w:p>
  <w:p w14:paraId="02966523" w14:textId="77777777" w:rsidR="004226F0" w:rsidRDefault="004B078A">
    <w:pPr>
      <w:pStyle w:val="Zhlav"/>
    </w:pPr>
    <w:r>
      <w:t>Bytový odbor</w:t>
    </w:r>
  </w:p>
  <w:p w14:paraId="5EB2AA4F" w14:textId="77777777" w:rsidR="00FD218F" w:rsidRDefault="00FD21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F7121"/>
    <w:multiLevelType w:val="hybridMultilevel"/>
    <w:tmpl w:val="9F0C1930"/>
    <w:lvl w:ilvl="0" w:tplc="34784C1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23F90"/>
    <w:multiLevelType w:val="hybridMultilevel"/>
    <w:tmpl w:val="3F46C24C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E6599"/>
    <w:multiLevelType w:val="hybridMultilevel"/>
    <w:tmpl w:val="B810DBE2"/>
    <w:lvl w:ilvl="0" w:tplc="6C1290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47270"/>
    <w:multiLevelType w:val="hybridMultilevel"/>
    <w:tmpl w:val="E4704696"/>
    <w:lvl w:ilvl="0" w:tplc="66E6F162">
      <w:start w:val="612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80B448D"/>
    <w:multiLevelType w:val="hybridMultilevel"/>
    <w:tmpl w:val="7F4CFCCC"/>
    <w:lvl w:ilvl="0" w:tplc="A0F2CB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77197">
    <w:abstractNumId w:val="3"/>
  </w:num>
  <w:num w:numId="2" w16cid:durableId="1020470010">
    <w:abstractNumId w:val="4"/>
  </w:num>
  <w:num w:numId="3" w16cid:durableId="915088086">
    <w:abstractNumId w:val="1"/>
  </w:num>
  <w:num w:numId="4" w16cid:durableId="680621001">
    <w:abstractNumId w:val="2"/>
  </w:num>
  <w:num w:numId="5" w16cid:durableId="84582343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ponar Jan (MMB_BO)">
    <w15:presenceInfo w15:providerId="AD" w15:userId="S::sponar.jan@brno.cz::6fc91ca7-fdb6-4ee0-9dd0-494d5feeda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0AE"/>
    <w:rsid w:val="00016148"/>
    <w:rsid w:val="00041778"/>
    <w:rsid w:val="00051114"/>
    <w:rsid w:val="0006074A"/>
    <w:rsid w:val="00062B22"/>
    <w:rsid w:val="00077C50"/>
    <w:rsid w:val="0009043B"/>
    <w:rsid w:val="000B73DB"/>
    <w:rsid w:val="000C4F05"/>
    <w:rsid w:val="000C7755"/>
    <w:rsid w:val="000C7B62"/>
    <w:rsid w:val="000D725C"/>
    <w:rsid w:val="000E577F"/>
    <w:rsid w:val="00156E6E"/>
    <w:rsid w:val="00165F7B"/>
    <w:rsid w:val="0018303A"/>
    <w:rsid w:val="00191471"/>
    <w:rsid w:val="00191C4D"/>
    <w:rsid w:val="001A0FA8"/>
    <w:rsid w:val="001A68D8"/>
    <w:rsid w:val="001C4E6C"/>
    <w:rsid w:val="001F3AF5"/>
    <w:rsid w:val="001F6C3C"/>
    <w:rsid w:val="00206B13"/>
    <w:rsid w:val="00220E4C"/>
    <w:rsid w:val="00232A1B"/>
    <w:rsid w:val="002771BC"/>
    <w:rsid w:val="00284095"/>
    <w:rsid w:val="00286AC5"/>
    <w:rsid w:val="002A080D"/>
    <w:rsid w:val="002A171F"/>
    <w:rsid w:val="002A2C1D"/>
    <w:rsid w:val="002C37B1"/>
    <w:rsid w:val="002D0D4B"/>
    <w:rsid w:val="002D510C"/>
    <w:rsid w:val="002E2D33"/>
    <w:rsid w:val="002E6B2F"/>
    <w:rsid w:val="00310582"/>
    <w:rsid w:val="00311457"/>
    <w:rsid w:val="003140D5"/>
    <w:rsid w:val="00332EA4"/>
    <w:rsid w:val="0037494F"/>
    <w:rsid w:val="003801D8"/>
    <w:rsid w:val="003815F6"/>
    <w:rsid w:val="003A4AA3"/>
    <w:rsid w:val="003B54D2"/>
    <w:rsid w:val="003F3B4E"/>
    <w:rsid w:val="0040199A"/>
    <w:rsid w:val="00403B47"/>
    <w:rsid w:val="00412335"/>
    <w:rsid w:val="00416897"/>
    <w:rsid w:val="004226F0"/>
    <w:rsid w:val="004325B7"/>
    <w:rsid w:val="0044342E"/>
    <w:rsid w:val="00444854"/>
    <w:rsid w:val="00446C28"/>
    <w:rsid w:val="00480ED7"/>
    <w:rsid w:val="00481D1B"/>
    <w:rsid w:val="004920BE"/>
    <w:rsid w:val="004A7CF3"/>
    <w:rsid w:val="004B0584"/>
    <w:rsid w:val="004B078A"/>
    <w:rsid w:val="004B4A4F"/>
    <w:rsid w:val="004B5F38"/>
    <w:rsid w:val="004B7731"/>
    <w:rsid w:val="00504158"/>
    <w:rsid w:val="00514725"/>
    <w:rsid w:val="00516D59"/>
    <w:rsid w:val="00517A86"/>
    <w:rsid w:val="00521C4C"/>
    <w:rsid w:val="0053686F"/>
    <w:rsid w:val="005409EC"/>
    <w:rsid w:val="0054272F"/>
    <w:rsid w:val="00566462"/>
    <w:rsid w:val="00595193"/>
    <w:rsid w:val="005979D2"/>
    <w:rsid w:val="005B4360"/>
    <w:rsid w:val="005B57AF"/>
    <w:rsid w:val="005C0A44"/>
    <w:rsid w:val="005D29D1"/>
    <w:rsid w:val="005E06E2"/>
    <w:rsid w:val="005E231E"/>
    <w:rsid w:val="005E70AA"/>
    <w:rsid w:val="00621CB6"/>
    <w:rsid w:val="00627A62"/>
    <w:rsid w:val="00633B5A"/>
    <w:rsid w:val="0065308B"/>
    <w:rsid w:val="0065357C"/>
    <w:rsid w:val="00656404"/>
    <w:rsid w:val="006752BF"/>
    <w:rsid w:val="0068575F"/>
    <w:rsid w:val="00692669"/>
    <w:rsid w:val="00692FA3"/>
    <w:rsid w:val="006B04C0"/>
    <w:rsid w:val="006D33A2"/>
    <w:rsid w:val="006E287A"/>
    <w:rsid w:val="006E2B21"/>
    <w:rsid w:val="006F5F76"/>
    <w:rsid w:val="006F6019"/>
    <w:rsid w:val="00715A69"/>
    <w:rsid w:val="00727D62"/>
    <w:rsid w:val="00747C3F"/>
    <w:rsid w:val="00750FC1"/>
    <w:rsid w:val="00760A20"/>
    <w:rsid w:val="00766FD7"/>
    <w:rsid w:val="0077373A"/>
    <w:rsid w:val="007B2472"/>
    <w:rsid w:val="007B55AB"/>
    <w:rsid w:val="007C04D9"/>
    <w:rsid w:val="007C49E8"/>
    <w:rsid w:val="007C5625"/>
    <w:rsid w:val="007E2892"/>
    <w:rsid w:val="00802F5E"/>
    <w:rsid w:val="008178A8"/>
    <w:rsid w:val="00825DA8"/>
    <w:rsid w:val="008352E8"/>
    <w:rsid w:val="008474CE"/>
    <w:rsid w:val="008542B5"/>
    <w:rsid w:val="00865615"/>
    <w:rsid w:val="00874A3B"/>
    <w:rsid w:val="00880EEE"/>
    <w:rsid w:val="00891E72"/>
    <w:rsid w:val="008A11B2"/>
    <w:rsid w:val="008B7372"/>
    <w:rsid w:val="008E27A9"/>
    <w:rsid w:val="008F071E"/>
    <w:rsid w:val="008F32A8"/>
    <w:rsid w:val="008F4EF8"/>
    <w:rsid w:val="009065ED"/>
    <w:rsid w:val="0091285D"/>
    <w:rsid w:val="0091685F"/>
    <w:rsid w:val="00922C6E"/>
    <w:rsid w:val="009272CF"/>
    <w:rsid w:val="009274FC"/>
    <w:rsid w:val="00934418"/>
    <w:rsid w:val="009360AE"/>
    <w:rsid w:val="00937F15"/>
    <w:rsid w:val="0096032D"/>
    <w:rsid w:val="009624B3"/>
    <w:rsid w:val="00991497"/>
    <w:rsid w:val="00995CBE"/>
    <w:rsid w:val="009A685B"/>
    <w:rsid w:val="009D5CF8"/>
    <w:rsid w:val="00A33B43"/>
    <w:rsid w:val="00A46C6C"/>
    <w:rsid w:val="00A625EC"/>
    <w:rsid w:val="00A85090"/>
    <w:rsid w:val="00A87651"/>
    <w:rsid w:val="00A907CD"/>
    <w:rsid w:val="00A9729A"/>
    <w:rsid w:val="00AC0525"/>
    <w:rsid w:val="00AD0B11"/>
    <w:rsid w:val="00AE049C"/>
    <w:rsid w:val="00AE68A5"/>
    <w:rsid w:val="00B0575A"/>
    <w:rsid w:val="00B364FC"/>
    <w:rsid w:val="00B46601"/>
    <w:rsid w:val="00B46F3D"/>
    <w:rsid w:val="00B601B1"/>
    <w:rsid w:val="00B64224"/>
    <w:rsid w:val="00B66EF3"/>
    <w:rsid w:val="00B72582"/>
    <w:rsid w:val="00B72BF5"/>
    <w:rsid w:val="00B748BD"/>
    <w:rsid w:val="00B76C73"/>
    <w:rsid w:val="00B770D3"/>
    <w:rsid w:val="00BA3146"/>
    <w:rsid w:val="00BB71BE"/>
    <w:rsid w:val="00BC373F"/>
    <w:rsid w:val="00BD747F"/>
    <w:rsid w:val="00BE571A"/>
    <w:rsid w:val="00BF1C93"/>
    <w:rsid w:val="00C059BA"/>
    <w:rsid w:val="00C2113F"/>
    <w:rsid w:val="00C26C96"/>
    <w:rsid w:val="00C428A5"/>
    <w:rsid w:val="00C44A94"/>
    <w:rsid w:val="00C56518"/>
    <w:rsid w:val="00C831F5"/>
    <w:rsid w:val="00CA0385"/>
    <w:rsid w:val="00CE7DDE"/>
    <w:rsid w:val="00CF48A2"/>
    <w:rsid w:val="00D3640D"/>
    <w:rsid w:val="00D57378"/>
    <w:rsid w:val="00D7678F"/>
    <w:rsid w:val="00D950C5"/>
    <w:rsid w:val="00DA4283"/>
    <w:rsid w:val="00DA5650"/>
    <w:rsid w:val="00DD576C"/>
    <w:rsid w:val="00DF7C2A"/>
    <w:rsid w:val="00E03FF3"/>
    <w:rsid w:val="00E04875"/>
    <w:rsid w:val="00E11EDB"/>
    <w:rsid w:val="00E16825"/>
    <w:rsid w:val="00E36CB4"/>
    <w:rsid w:val="00E46946"/>
    <w:rsid w:val="00E56D62"/>
    <w:rsid w:val="00E73AA7"/>
    <w:rsid w:val="00E8097D"/>
    <w:rsid w:val="00E9764F"/>
    <w:rsid w:val="00EA03EC"/>
    <w:rsid w:val="00EA40AB"/>
    <w:rsid w:val="00EA65E7"/>
    <w:rsid w:val="00EC068C"/>
    <w:rsid w:val="00EC5800"/>
    <w:rsid w:val="00ED04C8"/>
    <w:rsid w:val="00EE3D92"/>
    <w:rsid w:val="00F02F32"/>
    <w:rsid w:val="00F27C54"/>
    <w:rsid w:val="00F41CAE"/>
    <w:rsid w:val="00F43D68"/>
    <w:rsid w:val="00F44869"/>
    <w:rsid w:val="00F65DA0"/>
    <w:rsid w:val="00F8398B"/>
    <w:rsid w:val="00F877AB"/>
    <w:rsid w:val="00F97D7C"/>
    <w:rsid w:val="00FA4507"/>
    <w:rsid w:val="00FC2461"/>
    <w:rsid w:val="00FD218F"/>
    <w:rsid w:val="00FD7D43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7F8A"/>
  <w15:chartTrackingRefBased/>
  <w15:docId w15:val="{D4C65102-5D1C-4D99-9E48-4AF6C793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378"/>
    <w:pPr>
      <w:spacing w:after="0" w:line="300" w:lineRule="auto"/>
      <w:jc w:val="both"/>
    </w:pPr>
    <w:rPr>
      <w:rFonts w:ascii="Arial" w:hAnsi="Arial"/>
      <w:color w:val="414142" w:themeColor="accent4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57378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7378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64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9090D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2C6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70E14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7378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D57378"/>
    <w:rPr>
      <w:rFonts w:ascii="Arial" w:hAnsi="Arial"/>
      <w:color w:val="414142" w:themeColor="accent4"/>
    </w:rPr>
  </w:style>
  <w:style w:type="paragraph" w:styleId="Zpat">
    <w:name w:val="footer"/>
    <w:basedOn w:val="Normln"/>
    <w:link w:val="ZpatChar"/>
    <w:uiPriority w:val="99"/>
    <w:unhideWhenUsed/>
    <w:rsid w:val="00D57378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D57378"/>
    <w:rPr>
      <w:rFonts w:ascii="Arial" w:hAnsi="Arial"/>
      <w:color w:val="414142" w:themeColor="accent4"/>
      <w:sz w:val="16"/>
    </w:rPr>
  </w:style>
  <w:style w:type="character" w:styleId="Hypertextovodkaz">
    <w:name w:val="Hyperlink"/>
    <w:basedOn w:val="Standardnpsmoodstavce"/>
    <w:uiPriority w:val="99"/>
    <w:unhideWhenUsed/>
    <w:rsid w:val="00B64224"/>
    <w:rPr>
      <w:color w:val="F0DDD5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64224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656404"/>
    <w:pPr>
      <w:spacing w:line="240" w:lineRule="auto"/>
    </w:pPr>
  </w:style>
  <w:style w:type="paragraph" w:customStyle="1" w:styleId="ZhlavBrno">
    <w:name w:val="Záhlaví Brno"/>
    <w:basedOn w:val="Zhlav"/>
    <w:qFormat/>
    <w:rsid w:val="00D57378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3F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D57378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D57378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D57378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left"/>
    </w:pPr>
    <w:rPr>
      <w:b/>
      <w:color w:val="ED1C24" w:themeColor="accent1"/>
    </w:rPr>
  </w:style>
  <w:style w:type="paragraph" w:customStyle="1" w:styleId="Brnojmenofunkce">
    <w:name w:val="Brno_jmeno_funkce"/>
    <w:basedOn w:val="Normln"/>
    <w:next w:val="Normln"/>
    <w:qFormat/>
    <w:rsid w:val="00D57378"/>
    <w:pPr>
      <w:spacing w:before="800" w:after="800"/>
      <w:contextualSpacing/>
      <w:jc w:val="left"/>
    </w:pPr>
  </w:style>
  <w:style w:type="paragraph" w:customStyle="1" w:styleId="Normlntun">
    <w:name w:val="Normální tučně"/>
    <w:basedOn w:val="Normln"/>
    <w:next w:val="Normln"/>
    <w:qFormat/>
    <w:rsid w:val="00F97D7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5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507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57378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7378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57378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7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7378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7378"/>
    <w:rPr>
      <w:rFonts w:eastAsiaTheme="minorEastAsia"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34"/>
    <w:qFormat/>
    <w:rsid w:val="00F02F32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922C6E"/>
    <w:rPr>
      <w:rFonts w:asciiTheme="majorHAnsi" w:eastAsiaTheme="majorEastAsia" w:hAnsiTheme="majorHAnsi" w:cstheme="majorBidi"/>
      <w:i/>
      <w:iCs/>
      <w:color w:val="B70E14" w:themeColor="accent1" w:themeShade="BF"/>
      <w:sz w:val="20"/>
    </w:rPr>
  </w:style>
  <w:style w:type="character" w:customStyle="1" w:styleId="bno-note">
    <w:name w:val="bno-note"/>
    <w:basedOn w:val="Standardnpsmoodstavce"/>
    <w:rsid w:val="00922C6E"/>
  </w:style>
  <w:style w:type="paragraph" w:customStyle="1" w:styleId="Default">
    <w:name w:val="Default"/>
    <w:rsid w:val="006F5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dkaz3">
    <w:name w:val="Odkaz3"/>
    <w:basedOn w:val="Normln"/>
    <w:rsid w:val="006D33A2"/>
    <w:pPr>
      <w:spacing w:line="240" w:lineRule="auto"/>
    </w:pPr>
    <w:rPr>
      <w:rFonts w:ascii="Times New Roman" w:eastAsia="Times New Roman" w:hAnsi="Times New Roman" w:cs="Times New Roman"/>
      <w:color w:val="000000"/>
      <w:sz w:val="18"/>
      <w:szCs w:val="20"/>
      <w:lang w:val="en-US"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6462"/>
    <w:rPr>
      <w:rFonts w:asciiTheme="majorHAnsi" w:eastAsiaTheme="majorEastAsia" w:hAnsiTheme="majorHAnsi" w:cstheme="majorBidi"/>
      <w:color w:val="79090D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566462"/>
    <w:pPr>
      <w:spacing w:after="0" w:line="240" w:lineRule="auto"/>
    </w:pPr>
    <w:rPr>
      <w:rFonts w:ascii="Arial" w:hAnsi="Arial"/>
      <w:color w:val="414142" w:themeColor="accent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3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3_VZORY\BO_Sablony_Dopisy%20MMB_JVS_2018\Vnejsi%20dopis%201_samostatna%20pusobnost_JVS_2018.dotx" TargetMode="External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5FE7-D12D-4452-BAA1-11AED9E5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Vnejsi dopis 1_samostatna pusobnost_JVS_2018</Template>
  <TotalTime>8</TotalTime>
  <Pages>2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Marková Kamila</dc:creator>
  <cp:keywords/>
  <dc:description/>
  <cp:lastModifiedBy>Sponar Jan (MMB_BO)</cp:lastModifiedBy>
  <cp:revision>2</cp:revision>
  <cp:lastPrinted>2023-10-18T12:45:00Z</cp:lastPrinted>
  <dcterms:created xsi:type="dcterms:W3CDTF">2023-12-07T14:40:00Z</dcterms:created>
  <dcterms:modified xsi:type="dcterms:W3CDTF">2023-12-07T14:40:00Z</dcterms:modified>
</cp:coreProperties>
</file>